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49" w:rsidRDefault="002C3A49" w:rsidP="0013356D">
      <w:pPr>
        <w:tabs>
          <w:tab w:val="left" w:pos="851"/>
          <w:tab w:val="left" w:pos="5954"/>
        </w:tabs>
        <w:jc w:val="center"/>
      </w:pPr>
    </w:p>
    <w:p w:rsidR="002C3A49" w:rsidRDefault="002C3A49" w:rsidP="0013356D">
      <w:pPr>
        <w:tabs>
          <w:tab w:val="left" w:pos="851"/>
          <w:tab w:val="left" w:pos="5954"/>
        </w:tabs>
        <w:jc w:val="center"/>
      </w:pPr>
    </w:p>
    <w:p w:rsidR="002C3A49" w:rsidRPr="002F6C9D" w:rsidRDefault="002C3A49" w:rsidP="0013356D">
      <w:pPr>
        <w:tabs>
          <w:tab w:val="left" w:pos="851"/>
          <w:tab w:val="left" w:pos="5954"/>
        </w:tabs>
        <w:jc w:val="center"/>
      </w:pPr>
    </w:p>
    <w:p w:rsidR="0013356D" w:rsidRPr="002F6C9D" w:rsidRDefault="0013356D" w:rsidP="0013356D">
      <w:pPr>
        <w:pStyle w:val="Titre2"/>
        <w:spacing w:before="45"/>
        <w:ind w:left="319" w:right="416"/>
        <w:jc w:val="center"/>
        <w:rPr>
          <w:rFonts w:asciiTheme="minorHAnsi" w:hAnsiTheme="minorHAnsi"/>
          <w:b w:val="0"/>
          <w:bCs w:val="0"/>
          <w:sz w:val="22"/>
          <w:szCs w:val="22"/>
          <w:lang w:val="fr-FR"/>
        </w:rPr>
      </w:pPr>
      <w:r w:rsidRPr="002F6C9D">
        <w:rPr>
          <w:rFonts w:asciiTheme="minorHAnsi" w:hAnsiTheme="minorHAnsi"/>
          <w:spacing w:val="-2"/>
          <w:sz w:val="22"/>
          <w:szCs w:val="22"/>
          <w:lang w:val="fr-FR"/>
        </w:rPr>
        <w:t>MARCHES</w:t>
      </w:r>
      <w:r w:rsidRPr="002F6C9D">
        <w:rPr>
          <w:rFonts w:asciiTheme="minorHAnsi" w:hAnsiTheme="minorHAnsi"/>
          <w:spacing w:val="-1"/>
          <w:sz w:val="22"/>
          <w:szCs w:val="22"/>
          <w:lang w:val="fr-FR"/>
        </w:rPr>
        <w:t xml:space="preserve"> PUBLICS</w:t>
      </w:r>
      <w:r w:rsidRPr="002F6C9D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2F6C9D">
        <w:rPr>
          <w:rFonts w:asciiTheme="minorHAnsi" w:hAnsiTheme="minorHAnsi"/>
          <w:spacing w:val="-1"/>
          <w:sz w:val="22"/>
          <w:szCs w:val="22"/>
          <w:lang w:val="fr-FR"/>
        </w:rPr>
        <w:t>DE</w:t>
      </w:r>
      <w:r w:rsidRPr="002F6C9D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2F6C9D">
        <w:rPr>
          <w:rFonts w:asciiTheme="minorHAnsi" w:hAnsiTheme="minorHAnsi"/>
          <w:spacing w:val="-2"/>
          <w:sz w:val="22"/>
          <w:szCs w:val="22"/>
          <w:lang w:val="fr-FR"/>
        </w:rPr>
        <w:t>FOURNITURES</w:t>
      </w:r>
      <w:r w:rsidRPr="002F6C9D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2F6C9D">
        <w:rPr>
          <w:rFonts w:asciiTheme="minorHAnsi" w:hAnsiTheme="minorHAnsi"/>
          <w:spacing w:val="-2"/>
          <w:sz w:val="22"/>
          <w:szCs w:val="22"/>
          <w:lang w:val="fr-FR"/>
        </w:rPr>
        <w:t>COURANTES</w:t>
      </w:r>
      <w:r w:rsidRPr="002F6C9D">
        <w:rPr>
          <w:rFonts w:asciiTheme="minorHAnsi" w:hAnsiTheme="minorHAnsi"/>
          <w:spacing w:val="-1"/>
          <w:sz w:val="22"/>
          <w:szCs w:val="22"/>
          <w:lang w:val="fr-FR"/>
        </w:rPr>
        <w:t xml:space="preserve"> </w:t>
      </w:r>
      <w:r w:rsidRPr="002F6C9D">
        <w:rPr>
          <w:rFonts w:asciiTheme="minorHAnsi" w:hAnsiTheme="minorHAnsi"/>
          <w:sz w:val="22"/>
          <w:szCs w:val="22"/>
          <w:lang w:val="fr-FR"/>
        </w:rPr>
        <w:t xml:space="preserve">ET </w:t>
      </w:r>
      <w:r w:rsidRPr="002F6C9D">
        <w:rPr>
          <w:rFonts w:asciiTheme="minorHAnsi" w:hAnsiTheme="minorHAnsi"/>
          <w:spacing w:val="-1"/>
          <w:sz w:val="22"/>
          <w:szCs w:val="22"/>
          <w:lang w:val="fr-FR"/>
        </w:rPr>
        <w:t>SERVICES</w:t>
      </w:r>
    </w:p>
    <w:p w:rsidR="0013356D" w:rsidRPr="002F6C9D" w:rsidRDefault="0013356D" w:rsidP="0013356D">
      <w:pPr>
        <w:rPr>
          <w:rFonts w:eastAsia="Times New Roman" w:cs="Times New Roman"/>
          <w:b/>
          <w:bCs/>
          <w:lang w:val="fr-FR"/>
        </w:rPr>
      </w:pPr>
    </w:p>
    <w:p w:rsidR="0013356D" w:rsidRPr="002F6C9D" w:rsidRDefault="0013356D" w:rsidP="0013356D">
      <w:pPr>
        <w:pStyle w:val="Titre5"/>
        <w:spacing w:before="204"/>
        <w:ind w:right="3574"/>
        <w:jc w:val="center"/>
        <w:rPr>
          <w:rFonts w:asciiTheme="minorHAnsi" w:hAnsiTheme="minorHAnsi"/>
          <w:b w:val="0"/>
          <w:bCs w:val="0"/>
          <w:lang w:val="fr-FR"/>
        </w:rPr>
      </w:pPr>
      <w:r w:rsidRPr="002F6C9D">
        <w:rPr>
          <w:rFonts w:asciiTheme="minorHAnsi" w:hAnsiTheme="minorHAnsi"/>
          <w:lang w:val="fr-FR"/>
        </w:rPr>
        <w:t xml:space="preserve">Mairie </w:t>
      </w:r>
      <w:r w:rsidRPr="002F6C9D">
        <w:rPr>
          <w:rFonts w:asciiTheme="minorHAnsi" w:hAnsiTheme="minorHAnsi"/>
          <w:spacing w:val="-1"/>
          <w:lang w:val="fr-FR"/>
        </w:rPr>
        <w:t>de</w:t>
      </w:r>
      <w:r w:rsidRPr="002F6C9D">
        <w:rPr>
          <w:rFonts w:asciiTheme="minorHAnsi" w:hAnsiTheme="minorHAnsi"/>
          <w:lang w:val="fr-FR"/>
        </w:rPr>
        <w:t xml:space="preserve"> </w:t>
      </w:r>
      <w:r w:rsidRPr="002F6C9D">
        <w:rPr>
          <w:rFonts w:asciiTheme="minorHAnsi" w:hAnsiTheme="minorHAnsi"/>
          <w:spacing w:val="-2"/>
          <w:lang w:val="fr-FR"/>
        </w:rPr>
        <w:t>JUVIGNAC</w:t>
      </w:r>
    </w:p>
    <w:p w:rsidR="0013356D" w:rsidRPr="002F6C9D" w:rsidRDefault="0013356D" w:rsidP="0013356D">
      <w:pPr>
        <w:spacing w:before="6"/>
        <w:ind w:right="97"/>
        <w:jc w:val="center"/>
        <w:rPr>
          <w:rFonts w:eastAsia="Times New Roman" w:cs="Times New Roman"/>
          <w:lang w:val="fr-FR"/>
        </w:rPr>
      </w:pPr>
      <w:r w:rsidRPr="002F6C9D">
        <w:rPr>
          <w:b/>
          <w:lang w:val="fr-FR"/>
        </w:rPr>
        <w:t>-----</w:t>
      </w:r>
    </w:p>
    <w:p w:rsidR="0013356D" w:rsidRPr="002F6C9D" w:rsidRDefault="0013356D" w:rsidP="0013356D">
      <w:pPr>
        <w:spacing w:before="6" w:line="245" w:lineRule="auto"/>
        <w:ind w:left="3476" w:right="3574"/>
        <w:jc w:val="center"/>
        <w:rPr>
          <w:b/>
          <w:lang w:val="fr-FR"/>
        </w:rPr>
      </w:pPr>
      <w:r w:rsidRPr="002F6C9D">
        <w:rPr>
          <w:b/>
          <w:spacing w:val="-1"/>
          <w:lang w:val="fr-FR"/>
        </w:rPr>
        <w:t>Service</w:t>
      </w:r>
      <w:r w:rsidRPr="002F6C9D">
        <w:rPr>
          <w:b/>
          <w:lang w:val="fr-FR"/>
        </w:rPr>
        <w:t xml:space="preserve"> </w:t>
      </w:r>
      <w:r w:rsidRPr="002F6C9D">
        <w:rPr>
          <w:b/>
          <w:spacing w:val="-1"/>
          <w:lang w:val="fr-FR"/>
        </w:rPr>
        <w:t>des</w:t>
      </w:r>
      <w:r w:rsidRPr="002F6C9D">
        <w:rPr>
          <w:b/>
          <w:lang w:val="fr-FR"/>
        </w:rPr>
        <w:t xml:space="preserve"> </w:t>
      </w:r>
      <w:r w:rsidRPr="002F6C9D">
        <w:rPr>
          <w:b/>
          <w:spacing w:val="-1"/>
          <w:lang w:val="fr-FR"/>
        </w:rPr>
        <w:t>Marchés</w:t>
      </w:r>
      <w:r w:rsidRPr="002F6C9D">
        <w:rPr>
          <w:b/>
          <w:lang w:val="fr-FR"/>
        </w:rPr>
        <w:t xml:space="preserve"> Publics</w:t>
      </w:r>
      <w:r w:rsidRPr="002F6C9D">
        <w:rPr>
          <w:b/>
          <w:spacing w:val="21"/>
          <w:lang w:val="fr-FR"/>
        </w:rPr>
        <w:t xml:space="preserve"> </w:t>
      </w:r>
      <w:r w:rsidRPr="002F6C9D">
        <w:rPr>
          <w:b/>
          <w:lang w:val="fr-FR"/>
        </w:rPr>
        <w:t>997 les Allées de l’Europe</w:t>
      </w:r>
    </w:p>
    <w:p w:rsidR="0013356D" w:rsidRPr="002F6C9D" w:rsidRDefault="0013356D" w:rsidP="0013356D">
      <w:pPr>
        <w:spacing w:before="6" w:line="245" w:lineRule="auto"/>
        <w:ind w:left="3476" w:right="3574"/>
        <w:jc w:val="center"/>
        <w:rPr>
          <w:rFonts w:eastAsia="Times New Roman" w:cs="Times New Roman"/>
          <w:lang w:val="fr-FR"/>
        </w:rPr>
      </w:pPr>
      <w:r w:rsidRPr="002F6C9D">
        <w:rPr>
          <w:b/>
          <w:lang w:val="fr-FR"/>
        </w:rPr>
        <w:t>34990 JUVIGNAC</w:t>
      </w:r>
    </w:p>
    <w:p w:rsidR="0013356D" w:rsidRPr="002F6C9D" w:rsidRDefault="0013356D" w:rsidP="0013356D">
      <w:pPr>
        <w:spacing w:before="6"/>
        <w:ind w:left="319" w:right="413"/>
        <w:jc w:val="center"/>
        <w:rPr>
          <w:rFonts w:eastAsia="Times New Roman" w:cs="Times New Roman"/>
        </w:rPr>
      </w:pPr>
      <w:proofErr w:type="spellStart"/>
      <w:r w:rsidRPr="002F6C9D">
        <w:rPr>
          <w:b/>
        </w:rPr>
        <w:t>Tél</w:t>
      </w:r>
      <w:proofErr w:type="spellEnd"/>
      <w:r w:rsidRPr="002F6C9D">
        <w:rPr>
          <w:b/>
        </w:rPr>
        <w:t>: 04.67.10.42.42</w:t>
      </w:r>
    </w:p>
    <w:p w:rsidR="0013356D" w:rsidRPr="002F6C9D" w:rsidRDefault="0013356D" w:rsidP="0013356D">
      <w:pPr>
        <w:spacing w:before="7"/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spacing w:line="200" w:lineRule="atLeast"/>
        <w:ind w:left="3866"/>
        <w:rPr>
          <w:rFonts w:eastAsia="Times New Roman" w:cs="Times New Roman"/>
        </w:rPr>
      </w:pPr>
    </w:p>
    <w:p w:rsidR="0013356D" w:rsidRPr="002F6C9D" w:rsidRDefault="0013356D" w:rsidP="0013356D">
      <w:pPr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spacing w:before="8"/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spacing w:line="200" w:lineRule="atLeast"/>
        <w:ind w:left="114"/>
        <w:rPr>
          <w:rFonts w:eastAsia="Times New Roman" w:cs="Times New Roman"/>
        </w:rPr>
      </w:pPr>
      <w:r w:rsidRPr="002F6C9D">
        <w:rPr>
          <w:rFonts w:eastAsia="Times New Roman" w:cs="Times New Roman"/>
          <w:noProof/>
          <w:lang w:val="fr-FR" w:eastAsia="fr-FR"/>
        </w:rPr>
        <mc:AlternateContent>
          <mc:Choice Requires="wpg">
            <w:drawing>
              <wp:inline distT="0" distB="0" distL="0" distR="0" wp14:anchorId="5A2D2200" wp14:editId="107E442D">
                <wp:extent cx="6034405" cy="715010"/>
                <wp:effectExtent l="0" t="9525" r="4445" b="8890"/>
                <wp:docPr id="3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4405" cy="715010"/>
                          <a:chOff x="0" y="0"/>
                          <a:chExt cx="9503" cy="1126"/>
                        </a:xfrm>
                      </wpg:grpSpPr>
                      <wpg:grpSp>
                        <wpg:cNvPr id="37" name="Group 56"/>
                        <wpg:cNvGrpSpPr>
                          <a:grpSpLocks/>
                        </wpg:cNvGrpSpPr>
                        <wpg:grpSpPr bwMode="auto">
                          <a:xfrm>
                            <a:off x="30" y="59"/>
                            <a:ext cx="87" cy="2"/>
                            <a:chOff x="30" y="59"/>
                            <a:chExt cx="87" cy="2"/>
                          </a:xfrm>
                        </wpg:grpSpPr>
                        <wps:wsp>
                          <wps:cNvPr id="38" name="Freeform 57"/>
                          <wps:cNvSpPr>
                            <a:spLocks/>
                          </wps:cNvSpPr>
                          <wps:spPr bwMode="auto">
                            <a:xfrm>
                              <a:off x="30" y="59"/>
                              <a:ext cx="87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87"/>
                                <a:gd name="T2" fmla="+- 0 116 30"/>
                                <a:gd name="T3" fmla="*/ T2 w 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54"/>
                        <wpg:cNvGrpSpPr>
                          <a:grpSpLocks/>
                        </wpg:cNvGrpSpPr>
                        <wpg:grpSpPr bwMode="auto">
                          <a:xfrm>
                            <a:off x="87" y="102"/>
                            <a:ext cx="9228" cy="2"/>
                            <a:chOff x="87" y="102"/>
                            <a:chExt cx="9228" cy="2"/>
                          </a:xfrm>
                        </wpg:grpSpPr>
                        <wps:wsp>
                          <wps:cNvPr id="40" name="Freeform 55"/>
                          <wps:cNvSpPr>
                            <a:spLocks/>
                          </wps:cNvSpPr>
                          <wps:spPr bwMode="auto">
                            <a:xfrm>
                              <a:off x="87" y="102"/>
                              <a:ext cx="9228" cy="2"/>
                            </a:xfrm>
                            <a:custGeom>
                              <a:avLst/>
                              <a:gdLst>
                                <a:gd name="T0" fmla="+- 0 87 87"/>
                                <a:gd name="T1" fmla="*/ T0 w 9228"/>
                                <a:gd name="T2" fmla="+- 0 9315 87"/>
                                <a:gd name="T3" fmla="*/ T2 w 9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8">
                                  <a:moveTo>
                                    <a:pt x="0" y="0"/>
                                  </a:moveTo>
                                  <a:lnTo>
                                    <a:pt x="922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52"/>
                        <wpg:cNvGrpSpPr>
                          <a:grpSpLocks/>
                        </wpg:cNvGrpSpPr>
                        <wpg:grpSpPr bwMode="auto">
                          <a:xfrm>
                            <a:off x="116" y="44"/>
                            <a:ext cx="9256" cy="2"/>
                            <a:chOff x="116" y="44"/>
                            <a:chExt cx="9256" cy="2"/>
                          </a:xfrm>
                        </wpg:grpSpPr>
                        <wps:wsp>
                          <wps:cNvPr id="42" name="Freeform 53"/>
                          <wps:cNvSpPr>
                            <a:spLocks/>
                          </wps:cNvSpPr>
                          <wps:spPr bwMode="auto">
                            <a:xfrm>
                              <a:off x="116" y="44"/>
                              <a:ext cx="9256" cy="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T0 w 9256"/>
                                <a:gd name="T2" fmla="+- 0 9372 116"/>
                                <a:gd name="T3" fmla="*/ T2 w 92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6">
                                  <a:moveTo>
                                    <a:pt x="0" y="0"/>
                                  </a:moveTo>
                                  <a:lnTo>
                                    <a:pt x="925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0"/>
                        <wpg:cNvGrpSpPr>
                          <a:grpSpLocks/>
                        </wpg:cNvGrpSpPr>
                        <wpg:grpSpPr bwMode="auto">
                          <a:xfrm>
                            <a:off x="44" y="116"/>
                            <a:ext cx="2" cy="792"/>
                            <a:chOff x="44" y="116"/>
                            <a:chExt cx="2" cy="792"/>
                          </a:xfrm>
                        </wpg:grpSpPr>
                        <wps:wsp>
                          <wps:cNvPr id="44" name="Freeform 51"/>
                          <wps:cNvSpPr>
                            <a:spLocks/>
                          </wps:cNvSpPr>
                          <wps:spPr bwMode="auto">
                            <a:xfrm>
                              <a:off x="44" y="116"/>
                              <a:ext cx="2" cy="79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792"/>
                                <a:gd name="T2" fmla="+- 0 908 116"/>
                                <a:gd name="T3" fmla="*/ 908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0"/>
                                  </a:move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8"/>
                        <wpg:cNvGrpSpPr>
                          <a:grpSpLocks/>
                        </wpg:cNvGrpSpPr>
                        <wpg:grpSpPr bwMode="auto">
                          <a:xfrm>
                            <a:off x="102" y="116"/>
                            <a:ext cx="2" cy="792"/>
                            <a:chOff x="102" y="116"/>
                            <a:chExt cx="2" cy="792"/>
                          </a:xfrm>
                        </wpg:grpSpPr>
                        <wps:wsp>
                          <wps:cNvPr id="46" name="Freeform 49"/>
                          <wps:cNvSpPr>
                            <a:spLocks/>
                          </wps:cNvSpPr>
                          <wps:spPr bwMode="auto">
                            <a:xfrm>
                              <a:off x="102" y="116"/>
                              <a:ext cx="2" cy="79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792"/>
                                <a:gd name="T2" fmla="+- 0 908 116"/>
                                <a:gd name="T3" fmla="*/ 908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0"/>
                                  </a:move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6"/>
                        <wpg:cNvGrpSpPr>
                          <a:grpSpLocks/>
                        </wpg:cNvGrpSpPr>
                        <wpg:grpSpPr bwMode="auto">
                          <a:xfrm>
                            <a:off x="9358" y="15"/>
                            <a:ext cx="2" cy="893"/>
                            <a:chOff x="9358" y="15"/>
                            <a:chExt cx="2" cy="893"/>
                          </a:xfrm>
                        </wpg:grpSpPr>
                        <wps:wsp>
                          <wps:cNvPr id="48" name="Freeform 47"/>
                          <wps:cNvSpPr>
                            <a:spLocks/>
                          </wps:cNvSpPr>
                          <wps:spPr bwMode="auto">
                            <a:xfrm>
                              <a:off x="9358" y="15"/>
                              <a:ext cx="2" cy="893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15 h 893"/>
                                <a:gd name="T2" fmla="+- 0 908 15"/>
                                <a:gd name="T3" fmla="*/ 908 h 8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3">
                                  <a:moveTo>
                                    <a:pt x="0" y="0"/>
                                  </a:moveTo>
                                  <a:lnTo>
                                    <a:pt x="0" y="893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4"/>
                        <wpg:cNvGrpSpPr>
                          <a:grpSpLocks/>
                        </wpg:cNvGrpSpPr>
                        <wpg:grpSpPr bwMode="auto">
                          <a:xfrm>
                            <a:off x="9300" y="116"/>
                            <a:ext cx="2" cy="792"/>
                            <a:chOff x="9300" y="116"/>
                            <a:chExt cx="2" cy="792"/>
                          </a:xfrm>
                        </wpg:grpSpPr>
                        <wps:wsp>
                          <wps:cNvPr id="50" name="Freeform 45"/>
                          <wps:cNvSpPr>
                            <a:spLocks/>
                          </wps:cNvSpPr>
                          <wps:spPr bwMode="auto">
                            <a:xfrm>
                              <a:off x="9300" y="116"/>
                              <a:ext cx="2" cy="79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792"/>
                                <a:gd name="T2" fmla="+- 0 908 116"/>
                                <a:gd name="T3" fmla="*/ 908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0"/>
                                  </a:move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2"/>
                        <wpg:cNvGrpSpPr>
                          <a:grpSpLocks/>
                        </wpg:cNvGrpSpPr>
                        <wpg:grpSpPr bwMode="auto">
                          <a:xfrm>
                            <a:off x="30" y="966"/>
                            <a:ext cx="87" cy="2"/>
                            <a:chOff x="30" y="966"/>
                            <a:chExt cx="87" cy="2"/>
                          </a:xfrm>
                        </wpg:grpSpPr>
                        <wps:wsp>
                          <wps:cNvPr id="52" name="Freeform 43"/>
                          <wps:cNvSpPr>
                            <a:spLocks/>
                          </wps:cNvSpPr>
                          <wps:spPr bwMode="auto">
                            <a:xfrm>
                              <a:off x="30" y="966"/>
                              <a:ext cx="87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87"/>
                                <a:gd name="T2" fmla="+- 0 116 30"/>
                                <a:gd name="T3" fmla="*/ T2 w 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0"/>
                        <wpg:cNvGrpSpPr>
                          <a:grpSpLocks/>
                        </wpg:cNvGrpSpPr>
                        <wpg:grpSpPr bwMode="auto">
                          <a:xfrm>
                            <a:off x="87" y="923"/>
                            <a:ext cx="9228" cy="2"/>
                            <a:chOff x="87" y="923"/>
                            <a:chExt cx="9228" cy="2"/>
                          </a:xfrm>
                        </wpg:grpSpPr>
                        <wps:wsp>
                          <wps:cNvPr id="54" name="Freeform 41"/>
                          <wps:cNvSpPr>
                            <a:spLocks/>
                          </wps:cNvSpPr>
                          <wps:spPr bwMode="auto">
                            <a:xfrm>
                              <a:off x="87" y="923"/>
                              <a:ext cx="9228" cy="2"/>
                            </a:xfrm>
                            <a:custGeom>
                              <a:avLst/>
                              <a:gdLst>
                                <a:gd name="T0" fmla="+- 0 87 87"/>
                                <a:gd name="T1" fmla="*/ T0 w 9228"/>
                                <a:gd name="T2" fmla="+- 0 9315 87"/>
                                <a:gd name="T3" fmla="*/ T2 w 9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8">
                                  <a:moveTo>
                                    <a:pt x="0" y="0"/>
                                  </a:moveTo>
                                  <a:lnTo>
                                    <a:pt x="922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8"/>
                        <wpg:cNvGrpSpPr>
                          <a:grpSpLocks/>
                        </wpg:cNvGrpSpPr>
                        <wpg:grpSpPr bwMode="auto">
                          <a:xfrm>
                            <a:off x="116" y="1038"/>
                            <a:ext cx="9343" cy="2"/>
                            <a:chOff x="116" y="1038"/>
                            <a:chExt cx="9343" cy="2"/>
                          </a:xfrm>
                        </wpg:grpSpPr>
                        <wps:wsp>
                          <wps:cNvPr id="56" name="Freeform 39"/>
                          <wps:cNvSpPr>
                            <a:spLocks/>
                          </wps:cNvSpPr>
                          <wps:spPr bwMode="auto">
                            <a:xfrm>
                              <a:off x="116" y="1038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T0 w 9343"/>
                                <a:gd name="T2" fmla="+- 0 9459 116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561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36"/>
                        <wpg:cNvGrpSpPr>
                          <a:grpSpLocks/>
                        </wpg:cNvGrpSpPr>
                        <wpg:grpSpPr bwMode="auto">
                          <a:xfrm>
                            <a:off x="9415" y="116"/>
                            <a:ext cx="2" cy="965"/>
                            <a:chOff x="9415" y="116"/>
                            <a:chExt cx="2" cy="965"/>
                          </a:xfrm>
                        </wpg:grpSpPr>
                        <wps:wsp>
                          <wps:cNvPr id="58" name="Freeform 37"/>
                          <wps:cNvSpPr>
                            <a:spLocks/>
                          </wps:cNvSpPr>
                          <wps:spPr bwMode="auto">
                            <a:xfrm>
                              <a:off x="9415" y="116"/>
                              <a:ext cx="2" cy="965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116 h 965"/>
                                <a:gd name="T2" fmla="+- 0 1081 116"/>
                                <a:gd name="T3" fmla="*/ 1081 h 9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5">
                                  <a:moveTo>
                                    <a:pt x="0" y="0"/>
                                  </a:moveTo>
                                  <a:lnTo>
                                    <a:pt x="0" y="965"/>
                                  </a:lnTo>
                                </a:path>
                              </a:pathLst>
                            </a:custGeom>
                            <a:noFill/>
                            <a:ln w="561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3"/>
                        <wpg:cNvGrpSpPr>
                          <a:grpSpLocks/>
                        </wpg:cNvGrpSpPr>
                        <wpg:grpSpPr bwMode="auto">
                          <a:xfrm>
                            <a:off x="116" y="958"/>
                            <a:ext cx="9256" cy="2"/>
                            <a:chOff x="116" y="958"/>
                            <a:chExt cx="9256" cy="2"/>
                          </a:xfrm>
                        </wpg:grpSpPr>
                        <wps:wsp>
                          <wps:cNvPr id="60" name="Freeform 35"/>
                          <wps:cNvSpPr>
                            <a:spLocks/>
                          </wps:cNvSpPr>
                          <wps:spPr bwMode="auto">
                            <a:xfrm>
                              <a:off x="116" y="958"/>
                              <a:ext cx="9256" cy="2"/>
                            </a:xfrm>
                            <a:custGeom>
                              <a:avLst/>
                              <a:gdLst>
                                <a:gd name="T0" fmla="+- 0 116 116"/>
                                <a:gd name="T1" fmla="*/ T0 w 9256"/>
                                <a:gd name="T2" fmla="+- 0 9372 116"/>
                                <a:gd name="T3" fmla="*/ T2 w 92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6">
                                  <a:moveTo>
                                    <a:pt x="0" y="0"/>
                                  </a:moveTo>
                                  <a:lnTo>
                                    <a:pt x="9256" y="0"/>
                                  </a:lnTo>
                                </a:path>
                              </a:pathLst>
                            </a:custGeom>
                            <a:noFill/>
                            <a:ln w="28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" y="73"/>
                              <a:ext cx="9228" cy="8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56D" w:rsidRPr="00C37D57" w:rsidRDefault="0013356D" w:rsidP="0013356D">
                                <w:pPr>
                                  <w:spacing w:before="71" w:line="245" w:lineRule="auto"/>
                                  <w:ind w:left="2952" w:right="907" w:hanging="2077"/>
                                  <w:rPr>
                                    <w:rFonts w:ascii="Times New Roman" w:eastAsia="Times New Roman" w:hAnsi="Times New Roman" w:cs="Times New Roman"/>
                                    <w:sz w:val="32"/>
                                    <w:szCs w:val="32"/>
                                    <w:lang w:val="fr-FR"/>
                                  </w:rPr>
                                </w:pP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MISE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4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A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6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DISPOSITION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6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GRATUITE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4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 xml:space="preserve">E 2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5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MINIBUS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28"/>
                                    <w:w w:val="99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PUBLICITAIRE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S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3"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Pr="00C37D57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>NEUF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32"/>
                                    <w:szCs w:val="32"/>
                                    <w:lang w:val="fr-FR"/>
                                  </w:rPr>
                                  <w:t xml:space="preserve">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2" o:spid="_x0000_s1026" style="width:475.15pt;height:56.3pt;mso-position-horizontal-relative:char;mso-position-vertical-relative:line" coordsize="9503,1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">
                <v:group id="Group 56" o:spid="_x0000_s1027" style="position:absolute;left:30;top:59;width:87;height:2" coordorigin="30,59" coordsize="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7" o:spid="_x0000_s1028" style="position:absolute;left:30;top:59;width:87;height:2;visibility:visible;mso-wrap-style:square;v-text-anchor:top" coordsize="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TEPsIA&#10;AADbAAAADwAAAGRycy9kb3ducmV2LnhtbERPTWvCQBC9F/wPyxS8lGajLSKpaxCh1YtUY8h5yE6T&#10;kOxsyK4a++vdQ6HHx/tepaPpxJUG11hWMItiEMSl1Q1XCvLz5+sShPPIGjvLpOBODtL15GmFibY3&#10;PtE185UIIewSVFB73ydSurImgy6yPXHgfuxg0Ac4VFIPeAvhppPzOF5Igw2Hhhp72tZUttnFKNhd&#10;inxe7Kgo308v30d5zw9fv61S0+dx8wHC0+j/xX/uvVbwFsaGL+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MQ+wgAAANsAAAAPAAAAAAAAAAAAAAAAAJgCAABkcnMvZG93&#10;bnJldi54bWxQSwUGAAAAAAQABAD1AAAAhwMAAAAA&#10;" path="m,l86,e" filled="f" strokeweight="2.98pt">
                    <v:path arrowok="t" o:connecttype="custom" o:connectlocs="0,0;86,0" o:connectangles="0,0"/>
                  </v:shape>
                </v:group>
                <v:group id="Group 54" o:spid="_x0000_s1029" style="position:absolute;left:87;top:102;width:9228;height:2" coordorigin="87,102" coordsize="92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55" o:spid="_x0000_s1030" style="position:absolute;left:87;top:102;width:9228;height:2;visibility:visible;mso-wrap-style:square;v-text-anchor:top" coordsize="92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YWYsMA&#10;AADbAAAADwAAAGRycy9kb3ducmV2LnhtbERPTWsCMRC9C/6HMIKXoolWStkaRbTSIlioLkJvw2bc&#10;LG4m202q23/fHAoeH+97vuxcLa7UhsqzhslYgSAuvKm41JAft6NnECEiG6w9k4ZfCrBc9HtzzIy/&#10;8SddD7EUKYRDhhpsjE0mZSgsOQxj3xAn7uxbhzHBtpSmxVsKd7WcKvUkHVacGiw2tLZUXA4/TsPX&#10;8THYj93r/nt1educKFf59kFpPRx0qxcQkbp4F/+7342GWVqfvq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YWYsMAAADbAAAADwAAAAAAAAAAAAAAAACYAgAAZHJzL2Rv&#10;d25yZXYueG1sUEsFBgAAAAAEAAQA9QAAAIgDAAAAAA==&#10;" path="m,l9228,e" filled="f" strokeweight="1.54pt">
                    <v:path arrowok="t" o:connecttype="custom" o:connectlocs="0,0;9228,0" o:connectangles="0,0"/>
                  </v:shape>
                </v:group>
                <v:group id="Group 52" o:spid="_x0000_s1031" style="position:absolute;left:116;top:44;width:9256;height:2" coordorigin="116,44" coordsize="92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53" o:spid="_x0000_s1032" style="position:absolute;left:116;top:44;width:9256;height:2;visibility:visible;mso-wrap-style:square;v-text-anchor:top" coordsize="92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ld8UA&#10;AADbAAAADwAAAGRycy9kb3ducmV2LnhtbESPQWsCMRSE7wX/Q3hCb5pVtiJbo0iLUBBatLb0+Nw8&#10;d1c3L0uSavbfN4VCj8PMfMMsVtG04krON5YVTMYZCOLS6oYrBYf3zWgOwgdkja1lUtCTh9VycLfA&#10;Qtsb7+i6D5VIEPYFKqhD6AopfVmTQT+2HXHyTtYZDEm6SmqHtwQ3rZxm2UwabDgt1NjRU03lZf9t&#10;FBwfPvNt35e5+3r2MZ5nm+3r24dS98O4fgQRKIb/8F/7RSvIp/D7Jf0A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iV3xQAAANsAAAAPAAAAAAAAAAAAAAAAAJgCAABkcnMv&#10;ZG93bnJldi54bWxQSwUGAAAAAAQABAD1AAAAigMAAAAA&#10;" path="m,l9256,e" filled="f" strokeweight="1.54pt">
                    <v:path arrowok="t" o:connecttype="custom" o:connectlocs="0,0;9256,0" o:connectangles="0,0"/>
                  </v:shape>
                </v:group>
                <v:group id="Group 50" o:spid="_x0000_s1033" style="position:absolute;left:44;top:116;width:2;height:792" coordorigin="44,116" coordsize="2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1" o:spid="_x0000_s1034" style="position:absolute;left:44;top:116;width:2;height:792;visibility:visible;mso-wrap-style:square;v-text-anchor:top" coordsize="2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sAdsQA&#10;AADbAAAADwAAAGRycy9kb3ducmV2LnhtbESPQWvCQBSE74L/YXmCt7pRbG2jq6hgES9a7UFvj+wz&#10;iWbfhuxq4r93CwWPw8x8w0xmjSnEnSqXW1bQ70UgiBOrc04V/B5Wb58gnEfWWFgmBQ9yMJu2WxOM&#10;ta35h+57n4oAYRejgsz7MpbSJRkZdD1bEgfvbCuDPsgqlbrCOsBNIQdR9CEN5hwWMixpmVFy3d+M&#10;gt2Jj1/Her14fNfb0fv14DfmopXqdpr5GISnxr/C/+21VjAcwt+X8AP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LAHbEAAAA2wAAAA8AAAAAAAAAAAAAAAAAmAIAAGRycy9k&#10;b3ducmV2LnhtbFBLBQYAAAAABAAEAPUAAACJAwAAAAA=&#10;" path="m,l,792e" filled="f" strokeweight="1.54pt">
                    <v:path arrowok="t" o:connecttype="custom" o:connectlocs="0,116;0,908" o:connectangles="0,0"/>
                  </v:shape>
                </v:group>
                <v:group id="Group 48" o:spid="_x0000_s1035" style="position:absolute;left:102;top:116;width:2;height:792" coordorigin="102,116" coordsize="2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49" o:spid="_x0000_s1036" style="position:absolute;left:102;top:116;width:2;height:792;visibility:visible;mso-wrap-style:square;v-text-anchor:top" coordsize="2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7msUA&#10;AADbAAAADwAAAGRycy9kb3ducmV2LnhtbESPzWvCQBTE7wX/h+UJ3upGsX5EV6mCIr34edDbI/tM&#10;UrNvQ3Y18b/vFgo9DjPzG2a2aEwhnlS53LKCXjcCQZxYnXOq4Hxav49BOI+ssbBMCl7kYDFvvc0w&#10;1rbmAz2PPhUBwi5GBZn3ZSylSzIy6Lq2JA7ezVYGfZBVKnWFdYCbQvajaCgN5hwWMixplVFyPz6M&#10;gv2VL5NLvV2+NvVu9HE/+S/zrZXqtJvPKQhPjf8P/7W3WsFgCL9fw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TuaxQAAANsAAAAPAAAAAAAAAAAAAAAAAJgCAABkcnMv&#10;ZG93bnJldi54bWxQSwUGAAAAAAQABAD1AAAAigMAAAAA&#10;" path="m,l,792e" filled="f" strokeweight="1.54pt">
                    <v:path arrowok="t" o:connecttype="custom" o:connectlocs="0,116;0,908" o:connectangles="0,0"/>
                  </v:shape>
                </v:group>
                <v:group id="Group 46" o:spid="_x0000_s1037" style="position:absolute;left:9358;top:15;width:2;height:893" coordorigin="9358,15" coordsize="2,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7" o:spid="_x0000_s1038" style="position:absolute;left:9358;top:15;width:2;height:893;visibility:visible;mso-wrap-style:square;v-text-anchor:top" coordsize="2,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zfqsEA&#10;AADbAAAADwAAAGRycy9kb3ducmV2LnhtbERPz2vCMBS+C/4P4Qm7aaoOka6pSEA2dpDZbeDx0Tzb&#10;YvNSkqjdf78cBjt+fL+L3Wh7cScfOscKlosMBHHtTMeNgq/Pw3wLIkRkg71jUvBDAXbldFJgbtyD&#10;T3SvYiNSCIccFbQxDrmUoW7JYli4gThxF+ctxgR9I43HRwq3vVxl2UZa7Dg1tDiQbqm+Vjer4OP7&#10;WGn96t9v663T17U+H5fZWamn2bh/ARFpjP/iP/ebUfCcxqYv6Qf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M36rBAAAA2wAAAA8AAAAAAAAAAAAAAAAAmAIAAGRycy9kb3du&#10;cmV2LnhtbFBLBQYAAAAABAAEAPUAAACGAwAAAAA=&#10;" path="m,l,893e" filled="f" strokeweight="1.54pt">
                    <v:path arrowok="t" o:connecttype="custom" o:connectlocs="0,15;0,908" o:connectangles="0,0"/>
                  </v:shape>
                </v:group>
                <v:group id="Group 44" o:spid="_x0000_s1039" style="position:absolute;left:9300;top:116;width:2;height:792" coordorigin="9300,116" coordsize="2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5" o:spid="_x0000_s1040" style="position:absolute;left:9300;top:116;width:2;height:792;visibility:visible;mso-wrap-style:square;v-text-anchor:top" coordsize="2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QqMEA&#10;AADbAAAADwAAAGRycy9kb3ducmV2LnhtbERPTYvCMBC9C/6HMIK3NXVBV6tRXEGRvaxWD3obmrGt&#10;NpPSRFv//eaw4PHxvufL1pTiSbUrLCsYDiIQxKnVBWcKTsfNxwSE88gaS8uk4EUOlotuZ46xtg0f&#10;6Jn4TIQQdjEqyL2vYildmpNBN7AVceCutjboA6wzqWtsQrgp5WcUjaXBgkNDjhWtc0rvycMo2F/4&#10;PD03u+/Xtvn9Gt2P/sfctFL9XruagfDU+rf4373TCkZhffgSf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pkKjBAAAA2wAAAA8AAAAAAAAAAAAAAAAAmAIAAGRycy9kb3du&#10;cmV2LnhtbFBLBQYAAAAABAAEAPUAAACGAwAAAAA=&#10;" path="m,l,792e" filled="f" strokeweight="1.54pt">
                    <v:path arrowok="t" o:connecttype="custom" o:connectlocs="0,116;0,908" o:connectangles="0,0"/>
                  </v:shape>
                </v:group>
                <v:group id="Group 42" o:spid="_x0000_s1041" style="position:absolute;left:30;top:966;width:87;height:2" coordorigin="30,966" coordsize="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3" o:spid="_x0000_s1042" style="position:absolute;left:30;top:966;width:87;height:2;visibility:visible;mso-wrap-style:square;v-text-anchor:top" coordsize="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MWdMUA&#10;AADbAAAADwAAAGRycy9kb3ducmV2LnhtbESPT2vCQBTE7wW/w/KEXopuDFYkuooIVi+l/gk5P7LP&#10;JJh9G7KrRj+9Wyj0OMzMb5j5sjO1uFHrKssKRsMIBHFudcWFgvS0GUxBOI+ssbZMCh7kYLnovc0x&#10;0fbOB7odfSEChF2CCkrvm0RKl5dk0A1tQxy8s20N+iDbQuoW7wFuahlH0UQarDgslNjQuqT8crwa&#10;BdtrlsbZlrJ8fPj42ctH+v31vCj13u9WMxCeOv8f/mvvtILPGH6/hB8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8xZ0xQAAANsAAAAPAAAAAAAAAAAAAAAAAJgCAABkcnMv&#10;ZG93bnJldi54bWxQSwUGAAAAAAQABAD1AAAAigMAAAAA&#10;" path="m,l86,e" filled="f" strokeweight="2.98pt">
                    <v:path arrowok="t" o:connecttype="custom" o:connectlocs="0,0;86,0" o:connectangles="0,0"/>
                  </v:shape>
                </v:group>
                <v:group id="Group 40" o:spid="_x0000_s1043" style="position:absolute;left:87;top:923;width:9228;height:2" coordorigin="87,923" coordsize="92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1" o:spid="_x0000_s1044" style="position:absolute;left:87;top:923;width:9228;height:2;visibility:visible;mso-wrap-style:square;v-text-anchor:top" coordsize="92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SGvMYA&#10;AADbAAAADwAAAGRycy9kb3ducmV2LnhtbESPQWsCMRSE7wX/Q3gFL1ITbS1laxSpikWwUF0KvT02&#10;r5vFzct2k+r235uC0OMwM98w03nnanGiNlSeNYyGCgRx4U3FpYb8sL57AhEissHaM2n4pQDzWe9m&#10;ipnxZ36n0z6WIkE4ZKjBxthkUobCksMw9A1x8r586zAm2ZbStHhOcFfLsVKP0mHFacFiQy+WiuP+&#10;x2n4PNwH+7Zd7b4Xx83yg3KVrwdK6/5tt3gGEamL/+Fr+9VomDzA35f0A+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SGvMYAAADbAAAADwAAAAAAAAAAAAAAAACYAgAAZHJz&#10;L2Rvd25yZXYueG1sUEsFBgAAAAAEAAQA9QAAAIsDAAAAAA==&#10;" path="m,l9228,e" filled="f" strokeweight="1.54pt">
                    <v:path arrowok="t" o:connecttype="custom" o:connectlocs="0,0;9228,0" o:connectangles="0,0"/>
                  </v:shape>
                </v:group>
                <v:group id="Group 38" o:spid="_x0000_s1045" style="position:absolute;left:116;top:1038;width:9343;height:2" coordorigin="116,1038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39" o:spid="_x0000_s1046" style="position:absolute;left:116;top:1038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pMMQA&#10;AADbAAAADwAAAGRycy9kb3ducmV2LnhtbESPQWvCQBSE74X+h+UVvNWNglZSN0ECiig9VMXza/aZ&#10;pM2+DdnVrP++Wyh4HGbmG2aZB9OKG/WusaxgMk5AEJdWN1wpOB3XrwsQziNrbC2Tgjs5yLPnpyWm&#10;2g78SbeDr0SEsEtRQe19l0rpypoMurHtiKN3sb1BH2VfSd3jEOGmldMkmUuDDceFGjsqaip/Dlej&#10;IFy+JufddyjKtjAfm+nbsN8mK6VGL2H1DsJT8I/wf3urFczm8Pcl/g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6TDEAAAA2wAAAA8AAAAAAAAAAAAAAAAAmAIAAGRycy9k&#10;b3ducmV2LnhtbFBLBQYAAAAABAAEAPUAAACJAwAAAAA=&#10;" path="m,l9343,e" filled="f" strokeweight="4.42pt">
                    <v:path arrowok="t" o:connecttype="custom" o:connectlocs="0,0;9343,0" o:connectangles="0,0"/>
                  </v:shape>
                </v:group>
                <v:group id="Group 36" o:spid="_x0000_s1047" style="position:absolute;left:9415;top:116;width:2;height:965" coordorigin="9415,116" coordsize="2,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37" o:spid="_x0000_s1048" style="position:absolute;left:9415;top:116;width:2;height:965;visibility:visible;mso-wrap-style:square;v-text-anchor:top" coordsize="2,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W4GsAA&#10;AADbAAAADwAAAGRycy9kb3ducmV2LnhtbERPW2vCMBR+H+w/hDPwbaZzKNKZlk0RL2/q2PNZc9YU&#10;m5OSZLX+e/Mg+Pjx3RflYFvRkw+NYwVv4wwEceV0w7WC79P6dQ4iRGSNrWNScKUAZfH8tMBcuwsf&#10;qD/GWqQQDjkqMDF2uZShMmQxjF1HnLg/5y3GBH0ttcdLCretnGTZTFpsODUY7GhpqDof/62Cn9+v&#10;fTyvrTz5bmXmONn0u+27UqOX4fMDRKQhPsR391YrmKax6Uv6AbK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W4GsAAAADbAAAADwAAAAAAAAAAAAAAAACYAgAAZHJzL2Rvd25y&#10;ZXYueG1sUEsFBgAAAAAEAAQA9QAAAIUDAAAAAA==&#10;" path="m,l,965e" filled="f" strokeweight="4.42pt">
                    <v:path arrowok="t" o:connecttype="custom" o:connectlocs="0,116;0,1081" o:connectangles="0,0"/>
                  </v:shape>
                </v:group>
                <v:group id="Group 33" o:spid="_x0000_s1049" style="position:absolute;left:116;top:958;width:9256;height:2" coordorigin="116,958" coordsize="92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35" o:spid="_x0000_s1050" style="position:absolute;left:116;top:958;width:9256;height:2;visibility:visible;mso-wrap-style:square;v-text-anchor:top" coordsize="92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CVscAA&#10;AADbAAAADwAAAGRycy9kb3ducmV2LnhtbERPy4rCMBTdC/5DuII7TRXRoWOUURQUZzPqwuWludOW&#10;aW5Kkz70640w4PJw3st1ZwrRUOVyywom4wgEcWJ1zqmC62U/+gDhPLLGwjIpuJOD9arfW2Ksbcs/&#10;1Jx9KkIIuxgVZN6XsZQuycigG9uSOHC/tjLoA6xSqStsQ7gp5DSK5tJgzqEhw5K2GSV/59q8ejft&#10;4tK0bra51Uf5fXrUu8lDqeGg+/oE4anzb/G/+6AVzMP68CX8AL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3CVscAAAADbAAAADwAAAAAAAAAAAAAAAACYAgAAZHJzL2Rvd25y&#10;ZXYueG1sUEsFBgAAAAAEAAQA9QAAAIUDAAAAAA==&#10;" path="m,l9256,e" filled="f" strokeweight="2.21pt">
                    <v:path arrowok="t" o:connecttype="custom" o:connectlocs="0,0;9256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4" o:spid="_x0000_s1051" type="#_x0000_t202" style="position:absolute;left:102;top:73;width:9228;height: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  <v:textbox inset="0,0,0,0">
                      <w:txbxContent>
                        <w:p w:rsidR="0013356D" w:rsidRPr="00C37D57" w:rsidRDefault="0013356D" w:rsidP="0013356D">
                          <w:pPr>
                            <w:spacing w:before="71" w:line="245" w:lineRule="auto"/>
                            <w:ind w:left="2952" w:right="907" w:hanging="2077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  <w:lang w:val="fr-FR"/>
                            </w:rPr>
                          </w:pP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MISE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4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A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6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DISPOSITION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6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GRATUITE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4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 xml:space="preserve">E 2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5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MINIBUS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8"/>
                              <w:w w:val="99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PUBLICITAIRE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S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3"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Pr="00C37D5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>NEUF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32"/>
                              <w:szCs w:val="32"/>
                              <w:lang w:val="fr-FR"/>
                            </w:rPr>
                            <w:t xml:space="preserve">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3356D" w:rsidRPr="002F6C9D" w:rsidRDefault="0013356D" w:rsidP="0013356D">
      <w:pPr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rPr>
          <w:rFonts w:eastAsia="Times New Roman" w:cs="Times New Roman"/>
          <w:b/>
          <w:bCs/>
        </w:rPr>
      </w:pPr>
    </w:p>
    <w:p w:rsidR="0013356D" w:rsidRPr="002F6C9D" w:rsidRDefault="0013356D" w:rsidP="0013356D">
      <w:pPr>
        <w:spacing w:before="7"/>
        <w:rPr>
          <w:rFonts w:eastAsia="Times New Roman" w:cs="Times New Roman"/>
          <w:b/>
          <w:bCs/>
        </w:rPr>
      </w:pPr>
    </w:p>
    <w:p w:rsidR="0013356D" w:rsidRPr="0011368A" w:rsidRDefault="0013356D" w:rsidP="0011368A">
      <w:pPr>
        <w:jc w:val="both"/>
        <w:rPr>
          <w:rFonts w:eastAsia="Times New Roman" w:cs="Times New Roman"/>
          <w:b/>
          <w:bCs/>
          <w:lang w:val="fr-FR"/>
        </w:rPr>
      </w:pPr>
    </w:p>
    <w:p w:rsidR="0013356D" w:rsidRPr="0011368A" w:rsidRDefault="0013356D" w:rsidP="0011368A">
      <w:pPr>
        <w:jc w:val="both"/>
        <w:rPr>
          <w:rFonts w:eastAsia="Times New Roman" w:cs="Times New Roman"/>
          <w:b/>
          <w:bCs/>
          <w:lang w:val="fr-FR"/>
        </w:rPr>
      </w:pPr>
    </w:p>
    <w:p w:rsidR="0013356D" w:rsidRPr="0011368A" w:rsidRDefault="0013356D" w:rsidP="0011368A">
      <w:pPr>
        <w:jc w:val="both"/>
        <w:rPr>
          <w:rFonts w:eastAsia="Times New Roman" w:cs="Times New Roman"/>
          <w:b/>
          <w:bCs/>
          <w:lang w:val="fr-FR"/>
        </w:rPr>
      </w:pPr>
    </w:p>
    <w:p w:rsidR="0013356D" w:rsidRPr="00DC5A3E" w:rsidRDefault="0013356D" w:rsidP="00DC5A3E">
      <w:pPr>
        <w:ind w:left="319" w:right="414"/>
        <w:jc w:val="center"/>
        <w:rPr>
          <w:rFonts w:eastAsia="Times New Roman" w:cs="Times New Roman"/>
          <w:sz w:val="44"/>
          <w:lang w:val="fr-FR"/>
        </w:rPr>
      </w:pPr>
      <w:r w:rsidRPr="00DC5A3E">
        <w:rPr>
          <w:b/>
          <w:spacing w:val="-1"/>
          <w:sz w:val="44"/>
          <w:u w:val="thick" w:color="000000"/>
          <w:lang w:val="fr-FR"/>
        </w:rPr>
        <w:t>Cahier des</w:t>
      </w:r>
      <w:r w:rsidRPr="00DC5A3E">
        <w:rPr>
          <w:b/>
          <w:spacing w:val="1"/>
          <w:sz w:val="44"/>
          <w:u w:val="thick" w:color="000000"/>
          <w:lang w:val="fr-FR"/>
        </w:rPr>
        <w:t xml:space="preserve"> </w:t>
      </w:r>
      <w:r w:rsidRPr="00DC5A3E">
        <w:rPr>
          <w:b/>
          <w:spacing w:val="-1"/>
          <w:sz w:val="44"/>
          <w:u w:val="thick" w:color="000000"/>
          <w:lang w:val="fr-FR"/>
        </w:rPr>
        <w:t>Clauses</w:t>
      </w:r>
      <w:r w:rsidRPr="00DC5A3E">
        <w:rPr>
          <w:b/>
          <w:sz w:val="44"/>
          <w:u w:val="thick" w:color="000000"/>
          <w:lang w:val="fr-FR"/>
        </w:rPr>
        <w:t xml:space="preserve"> Techniques </w:t>
      </w:r>
      <w:r w:rsidRPr="00DC5A3E">
        <w:rPr>
          <w:b/>
          <w:spacing w:val="-1"/>
          <w:sz w:val="44"/>
          <w:u w:val="thick" w:color="000000"/>
          <w:lang w:val="fr-FR"/>
        </w:rPr>
        <w:t>Particulières</w:t>
      </w:r>
    </w:p>
    <w:p w:rsidR="00441A5C" w:rsidRPr="00DB4FDB" w:rsidRDefault="00441A5C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DB4FDB" w:rsidRDefault="0013356D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965258" w:rsidRPr="00DB4FDB" w:rsidRDefault="00965258" w:rsidP="0011368A">
      <w:pPr>
        <w:tabs>
          <w:tab w:val="left" w:pos="851"/>
          <w:tab w:val="left" w:pos="5954"/>
        </w:tabs>
        <w:jc w:val="both"/>
        <w:rPr>
          <w:lang w:val="fr-FR"/>
        </w:rPr>
      </w:pPr>
    </w:p>
    <w:p w:rsidR="0013356D" w:rsidRPr="0011368A" w:rsidRDefault="002C3A49" w:rsidP="00F61B9B">
      <w:pPr>
        <w:tabs>
          <w:tab w:val="left" w:pos="851"/>
          <w:tab w:val="left" w:pos="5954"/>
        </w:tabs>
        <w:jc w:val="both"/>
        <w:rPr>
          <w:b/>
          <w:color w:val="00B0F0"/>
          <w:lang w:val="fr-FR"/>
        </w:rPr>
      </w:pPr>
      <w:r w:rsidRPr="0011368A">
        <w:rPr>
          <w:b/>
          <w:color w:val="00B0F0"/>
          <w:lang w:val="fr-FR"/>
        </w:rPr>
        <w:t>Préambule</w:t>
      </w:r>
    </w:p>
    <w:p w:rsidR="002C3A49" w:rsidRPr="0011368A" w:rsidRDefault="002C3A49" w:rsidP="00F61B9B">
      <w:pPr>
        <w:pStyle w:val="Titre5"/>
        <w:ind w:left="402"/>
        <w:jc w:val="both"/>
        <w:rPr>
          <w:rFonts w:asciiTheme="minorHAnsi" w:hAnsiTheme="minorHAnsi" w:cs="Times New Roman"/>
          <w:spacing w:val="-2"/>
          <w:lang w:val="fr-FR"/>
        </w:rPr>
      </w:pPr>
    </w:p>
    <w:p w:rsidR="002C3A49" w:rsidRPr="0011368A" w:rsidRDefault="002C3A49" w:rsidP="00F61B9B">
      <w:pPr>
        <w:pStyle w:val="Titre5"/>
        <w:ind w:left="402"/>
        <w:jc w:val="both"/>
        <w:rPr>
          <w:rFonts w:asciiTheme="minorHAnsi" w:hAnsiTheme="minorHAnsi" w:cs="Times New Roman"/>
          <w:b w:val="0"/>
          <w:spacing w:val="-2"/>
          <w:lang w:val="fr-FR"/>
        </w:rPr>
      </w:pPr>
      <w:r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Afin d’améliorer le service rendu en termes de temps d’Activités périscolaires (TAP), d’activités  lors des vacances scolaires et </w:t>
      </w:r>
      <w:r w:rsidR="00BA3A26"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de </w:t>
      </w:r>
      <w:r w:rsidRPr="0011368A">
        <w:rPr>
          <w:rFonts w:asciiTheme="minorHAnsi" w:hAnsiTheme="minorHAnsi" w:cs="Times New Roman"/>
          <w:b w:val="0"/>
          <w:spacing w:val="-2"/>
          <w:lang w:val="fr-FR"/>
        </w:rPr>
        <w:t>contribuer à valoriser les activités des associations, la ville de Juvignac souhaite s’équiper en véhicule de transports pour les personnes.</w:t>
      </w:r>
    </w:p>
    <w:p w:rsidR="002C3A49" w:rsidRPr="0011368A" w:rsidRDefault="002C3A49" w:rsidP="00F61B9B">
      <w:pPr>
        <w:pStyle w:val="Titre5"/>
        <w:ind w:left="402"/>
        <w:jc w:val="both"/>
        <w:rPr>
          <w:rFonts w:asciiTheme="minorHAnsi" w:hAnsiTheme="minorHAnsi" w:cs="Times New Roman"/>
          <w:b w:val="0"/>
          <w:spacing w:val="-2"/>
          <w:lang w:val="fr-FR"/>
        </w:rPr>
      </w:pPr>
      <w:r w:rsidRPr="0011368A">
        <w:rPr>
          <w:rFonts w:asciiTheme="minorHAnsi" w:hAnsiTheme="minorHAnsi" w:cs="Times New Roman"/>
          <w:b w:val="0"/>
          <w:spacing w:val="-2"/>
          <w:lang w:val="fr-FR"/>
        </w:rPr>
        <w:t>Le choix se porte sur la mise à disposition gratuite  par un partenaire de 2 minibus à  la ville de Juvignac en contrepartie d’affichage</w:t>
      </w:r>
      <w:r w:rsidR="00BA3A26" w:rsidRPr="0011368A">
        <w:rPr>
          <w:rFonts w:asciiTheme="minorHAnsi" w:hAnsiTheme="minorHAnsi" w:cs="Times New Roman"/>
          <w:b w:val="0"/>
          <w:spacing w:val="-2"/>
          <w:lang w:val="fr-FR"/>
        </w:rPr>
        <w:t>s</w:t>
      </w:r>
      <w:r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 publicitaire</w:t>
      </w:r>
      <w:r w:rsidR="00BA3A26" w:rsidRPr="0011368A">
        <w:rPr>
          <w:rFonts w:asciiTheme="minorHAnsi" w:hAnsiTheme="minorHAnsi" w:cs="Times New Roman"/>
          <w:b w:val="0"/>
          <w:spacing w:val="-2"/>
          <w:lang w:val="fr-FR"/>
        </w:rPr>
        <w:t>s</w:t>
      </w:r>
      <w:r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 mobile</w:t>
      </w:r>
      <w:r w:rsidR="00BA3A26" w:rsidRPr="0011368A">
        <w:rPr>
          <w:rFonts w:asciiTheme="minorHAnsi" w:hAnsiTheme="minorHAnsi" w:cs="Times New Roman"/>
          <w:b w:val="0"/>
          <w:spacing w:val="-2"/>
          <w:lang w:val="fr-FR"/>
        </w:rPr>
        <w:t>s</w:t>
      </w:r>
      <w:r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. </w:t>
      </w:r>
    </w:p>
    <w:p w:rsidR="002C2B38" w:rsidRPr="0011368A" w:rsidRDefault="002C2B38" w:rsidP="00F61B9B">
      <w:pPr>
        <w:pStyle w:val="Titre5"/>
        <w:ind w:left="402"/>
        <w:jc w:val="both"/>
        <w:rPr>
          <w:rFonts w:asciiTheme="minorHAnsi" w:hAnsiTheme="minorHAnsi" w:cs="Times New Roman"/>
          <w:b w:val="0"/>
          <w:spacing w:val="-2"/>
          <w:lang w:val="fr-FR"/>
        </w:rPr>
      </w:pPr>
      <w:r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La présente location sera consentie sans versement </w:t>
      </w:r>
      <w:r w:rsidR="00BA3A26" w:rsidRPr="0011368A">
        <w:rPr>
          <w:rFonts w:asciiTheme="minorHAnsi" w:hAnsiTheme="minorHAnsi" w:cs="Times New Roman"/>
          <w:b w:val="0"/>
          <w:spacing w:val="-2"/>
          <w:lang w:val="fr-FR"/>
        </w:rPr>
        <w:t xml:space="preserve">financier </w:t>
      </w:r>
      <w:r w:rsidRPr="0011368A">
        <w:rPr>
          <w:rFonts w:asciiTheme="minorHAnsi" w:hAnsiTheme="minorHAnsi" w:cs="Times New Roman"/>
          <w:b w:val="0"/>
          <w:spacing w:val="-2"/>
          <w:lang w:val="fr-FR"/>
        </w:rPr>
        <w:t>par la ville de Juvignac, le prestataire percevra les montants des produits issus de l’exploitation des emplacements publicitaires situés sur les véhicules.</w:t>
      </w:r>
    </w:p>
    <w:p w:rsidR="002C3A49" w:rsidRPr="0011368A" w:rsidRDefault="002C3A49" w:rsidP="00F61B9B">
      <w:pPr>
        <w:pStyle w:val="Titre5"/>
        <w:ind w:left="402"/>
        <w:jc w:val="both"/>
        <w:rPr>
          <w:rFonts w:asciiTheme="minorHAnsi" w:hAnsiTheme="minorHAnsi" w:cs="Times New Roman"/>
          <w:b w:val="0"/>
          <w:bCs w:val="0"/>
          <w:lang w:val="fr-FR"/>
        </w:rPr>
      </w:pPr>
    </w:p>
    <w:p w:rsidR="002C3A49" w:rsidRPr="0011368A" w:rsidRDefault="002C3A49" w:rsidP="00F61B9B">
      <w:pPr>
        <w:spacing w:before="249"/>
        <w:ind w:left="118"/>
        <w:jc w:val="both"/>
        <w:rPr>
          <w:rFonts w:eastAsia="Times New Roman" w:cs="Times New Roman"/>
          <w:b/>
          <w:bCs/>
          <w:lang w:val="fr-FR"/>
        </w:rPr>
      </w:pPr>
      <w:r w:rsidRPr="0011368A">
        <w:rPr>
          <w:b/>
          <w:color w:val="00B0F0"/>
          <w:spacing w:val="-1"/>
          <w:lang w:val="fr-FR"/>
        </w:rPr>
        <w:t>Dispositions</w:t>
      </w:r>
      <w:r w:rsidRPr="0011368A">
        <w:rPr>
          <w:b/>
          <w:color w:val="00B0F0"/>
          <w:spacing w:val="-8"/>
          <w:lang w:val="fr-FR"/>
        </w:rPr>
        <w:t xml:space="preserve"> </w:t>
      </w:r>
      <w:r w:rsidRPr="0011368A">
        <w:rPr>
          <w:b/>
          <w:color w:val="00B0F0"/>
          <w:lang w:val="fr-FR"/>
        </w:rPr>
        <w:t>générales</w:t>
      </w:r>
    </w:p>
    <w:p w:rsidR="002C3A49" w:rsidRPr="0011368A" w:rsidRDefault="002C3A49" w:rsidP="00F61B9B">
      <w:pPr>
        <w:pStyle w:val="Corpsdetexte"/>
        <w:spacing w:before="72"/>
        <w:ind w:firstLine="284"/>
        <w:jc w:val="both"/>
        <w:rPr>
          <w:rFonts w:asciiTheme="minorHAnsi" w:hAnsiTheme="minorHAnsi"/>
          <w:i/>
          <w:lang w:val="fr-FR"/>
        </w:rPr>
      </w:pPr>
      <w:bookmarkStart w:id="0" w:name="_bookmark1"/>
      <w:bookmarkEnd w:id="0"/>
      <w:r w:rsidRPr="0011368A">
        <w:rPr>
          <w:rFonts w:asciiTheme="minorHAnsi" w:hAnsiTheme="minorHAnsi"/>
          <w:lang w:val="fr-FR"/>
        </w:rPr>
        <w:t>Les stipulations du présent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cahier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des clauses particulières</w:t>
      </w:r>
      <w:r w:rsidRPr="0011368A">
        <w:rPr>
          <w:rFonts w:asciiTheme="minorHAnsi" w:hAnsiTheme="minorHAnsi"/>
          <w:spacing w:val="4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(C.C.P.)</w:t>
      </w:r>
      <w:r w:rsidRPr="0011368A">
        <w:rPr>
          <w:rFonts w:asciiTheme="minorHAnsi" w:hAnsiTheme="minorHAnsi"/>
          <w:lang w:val="fr-FR"/>
        </w:rPr>
        <w:t xml:space="preserve"> concernent</w:t>
      </w:r>
      <w:r w:rsidRPr="0011368A">
        <w:rPr>
          <w:rFonts w:asciiTheme="minorHAnsi" w:hAnsiTheme="minorHAnsi"/>
          <w:i/>
          <w:spacing w:val="3"/>
          <w:lang w:val="fr-FR"/>
        </w:rPr>
        <w:t xml:space="preserve"> </w:t>
      </w:r>
      <w:r w:rsidRPr="0011368A">
        <w:rPr>
          <w:rFonts w:asciiTheme="minorHAnsi" w:hAnsiTheme="minorHAnsi"/>
          <w:i/>
          <w:lang w:val="fr-FR"/>
        </w:rPr>
        <w:t>:</w:t>
      </w:r>
    </w:p>
    <w:p w:rsidR="002C3A49" w:rsidRPr="0011368A" w:rsidRDefault="002C3A49" w:rsidP="00F61B9B">
      <w:pPr>
        <w:spacing w:before="6"/>
        <w:jc w:val="both"/>
        <w:rPr>
          <w:rFonts w:eastAsia="Times New Roman" w:cs="Times New Roman"/>
          <w:lang w:val="fr-FR"/>
        </w:rPr>
      </w:pPr>
    </w:p>
    <w:p w:rsidR="002C3A49" w:rsidRPr="0011368A" w:rsidRDefault="002C3A49" w:rsidP="00F61B9B">
      <w:pPr>
        <w:pStyle w:val="Titre5"/>
        <w:ind w:left="402"/>
        <w:jc w:val="both"/>
        <w:rPr>
          <w:rFonts w:asciiTheme="minorHAnsi" w:hAnsiTheme="minorHAnsi" w:cs="Times New Roman"/>
          <w:spacing w:val="-2"/>
          <w:lang w:val="fr-FR"/>
        </w:rPr>
      </w:pPr>
      <w:r w:rsidRPr="0011368A">
        <w:rPr>
          <w:rFonts w:asciiTheme="minorHAnsi" w:hAnsiTheme="minorHAnsi" w:cs="Times New Roman"/>
          <w:lang w:val="fr-FR"/>
        </w:rPr>
        <w:t>MISE</w:t>
      </w:r>
      <w:r w:rsidRPr="0011368A">
        <w:rPr>
          <w:rFonts w:asciiTheme="minorHAnsi" w:hAnsiTheme="minorHAnsi" w:cs="Times New Roman"/>
          <w:spacing w:val="-2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A</w:t>
      </w:r>
      <w:r w:rsidRPr="0011368A">
        <w:rPr>
          <w:rFonts w:asciiTheme="minorHAnsi" w:hAnsiTheme="minorHAnsi" w:cs="Times New Roman"/>
          <w:spacing w:val="-1"/>
          <w:lang w:val="fr-FR"/>
        </w:rPr>
        <w:t xml:space="preserve"> DISPOSITION </w:t>
      </w:r>
      <w:r w:rsidRPr="0011368A">
        <w:rPr>
          <w:rFonts w:asciiTheme="minorHAnsi" w:hAnsiTheme="minorHAnsi" w:cs="Times New Roman"/>
          <w:spacing w:val="-2"/>
          <w:lang w:val="fr-FR"/>
        </w:rPr>
        <w:t xml:space="preserve">GRATUITE </w:t>
      </w:r>
      <w:r w:rsidRPr="0011368A">
        <w:rPr>
          <w:rFonts w:asciiTheme="minorHAnsi" w:hAnsiTheme="minorHAnsi" w:cs="Times New Roman"/>
          <w:spacing w:val="-1"/>
          <w:lang w:val="fr-FR"/>
        </w:rPr>
        <w:t>D E 2  MINIBUS</w:t>
      </w:r>
      <w:r w:rsidRPr="0011368A">
        <w:rPr>
          <w:rFonts w:asciiTheme="minorHAnsi" w:hAnsiTheme="minorHAnsi" w:cs="Times New Roman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 xml:space="preserve">PUBLICITAIRES </w:t>
      </w:r>
      <w:r w:rsidRPr="0011368A">
        <w:rPr>
          <w:rFonts w:asciiTheme="minorHAnsi" w:hAnsiTheme="minorHAnsi" w:cs="Times New Roman"/>
          <w:spacing w:val="-2"/>
          <w:lang w:val="fr-FR"/>
        </w:rPr>
        <w:t xml:space="preserve"> NEUFS</w:t>
      </w:r>
    </w:p>
    <w:p w:rsidR="0013356D" w:rsidRPr="0011368A" w:rsidRDefault="0013356D" w:rsidP="00F61B9B">
      <w:pPr>
        <w:spacing w:before="8"/>
        <w:jc w:val="both"/>
        <w:rPr>
          <w:rFonts w:eastAsia="Times New Roman" w:cs="Times New Roman"/>
          <w:b/>
          <w:bCs/>
          <w:lang w:val="fr-FR"/>
        </w:rPr>
      </w:pPr>
    </w:p>
    <w:p w:rsidR="0013356D" w:rsidRPr="0011368A" w:rsidRDefault="0013356D" w:rsidP="00F61B9B">
      <w:pPr>
        <w:ind w:left="402"/>
        <w:jc w:val="both"/>
        <w:rPr>
          <w:lang w:val="fr-FR"/>
        </w:rPr>
      </w:pPr>
      <w:r w:rsidRPr="0011368A">
        <w:rPr>
          <w:lang w:val="fr-FR"/>
        </w:rPr>
        <w:t>Le présent marché a pour objet la mise à disposition gratuite (sans chauffeur) par un prestataire, avec une garantie constructeur de 2 ans au minimum de</w:t>
      </w:r>
      <w:r w:rsidR="00F61B9B">
        <w:rPr>
          <w:lang w:val="fr-FR"/>
        </w:rPr>
        <w:t xml:space="preserve"> 2 minibus 9 places qui seront </w:t>
      </w:r>
      <w:r w:rsidRPr="0011368A">
        <w:rPr>
          <w:lang w:val="fr-FR"/>
        </w:rPr>
        <w:t>utilisés dans le cadre de</w:t>
      </w:r>
      <w:r w:rsidR="00BA3A26" w:rsidRPr="0011368A">
        <w:rPr>
          <w:lang w:val="fr-FR"/>
        </w:rPr>
        <w:t>s</w:t>
      </w:r>
      <w:r w:rsidRPr="0011368A">
        <w:rPr>
          <w:lang w:val="fr-FR"/>
        </w:rPr>
        <w:t xml:space="preserve"> besoin</w:t>
      </w:r>
      <w:r w:rsidR="00BA3A26" w:rsidRPr="0011368A">
        <w:rPr>
          <w:lang w:val="fr-FR"/>
        </w:rPr>
        <w:t>s municipaux</w:t>
      </w:r>
      <w:r w:rsidRPr="0011368A">
        <w:rPr>
          <w:lang w:val="fr-FR"/>
        </w:rPr>
        <w:t xml:space="preserve"> et associatif</w:t>
      </w:r>
      <w:r w:rsidR="00BA3A26" w:rsidRPr="0011368A">
        <w:rPr>
          <w:lang w:val="fr-FR"/>
        </w:rPr>
        <w:t>s</w:t>
      </w:r>
      <w:r w:rsidRPr="0011368A">
        <w:rPr>
          <w:lang w:val="fr-FR"/>
        </w:rPr>
        <w:t>.</w:t>
      </w:r>
      <w:r w:rsidR="00427706" w:rsidRPr="0011368A">
        <w:rPr>
          <w:lang w:val="fr-FR"/>
        </w:rPr>
        <w:t xml:space="preserve"> Le kilométrage es</w:t>
      </w:r>
      <w:r w:rsidR="00065E7D" w:rsidRPr="0011368A">
        <w:rPr>
          <w:lang w:val="fr-FR"/>
        </w:rPr>
        <w:t>t illimité pour les 2 véhicules</w:t>
      </w:r>
      <w:r w:rsidR="00332680">
        <w:rPr>
          <w:lang w:val="fr-FR"/>
        </w:rPr>
        <w:t>.</w:t>
      </w:r>
    </w:p>
    <w:p w:rsidR="0013356D" w:rsidRPr="0011368A" w:rsidRDefault="0013356D" w:rsidP="00F61B9B">
      <w:pPr>
        <w:pStyle w:val="Corpsdetexte"/>
        <w:spacing w:line="245" w:lineRule="auto"/>
        <w:ind w:left="402" w:right="118"/>
        <w:jc w:val="both"/>
        <w:rPr>
          <w:rFonts w:asciiTheme="minorHAnsi" w:hAnsiTheme="minorHAnsi"/>
          <w:spacing w:val="-1"/>
          <w:lang w:val="fr-FR"/>
        </w:rPr>
      </w:pPr>
      <w:r w:rsidRPr="0011368A">
        <w:rPr>
          <w:rFonts w:asciiTheme="minorHAnsi" w:hAnsiTheme="minorHAnsi" w:cs="Times New Roman"/>
          <w:lang w:val="fr-FR"/>
        </w:rPr>
        <w:t xml:space="preserve">Les véhicules seront  </w:t>
      </w:r>
      <w:r w:rsidRPr="0011368A">
        <w:rPr>
          <w:rFonts w:asciiTheme="minorHAnsi" w:hAnsiTheme="minorHAnsi" w:cs="Times New Roman"/>
          <w:spacing w:val="-2"/>
          <w:lang w:val="fr-FR"/>
        </w:rPr>
        <w:t>mis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à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disposition</w:t>
      </w:r>
      <w:r w:rsidRPr="0011368A">
        <w:rPr>
          <w:rFonts w:asciiTheme="minorHAnsi" w:hAnsiTheme="minorHAnsi" w:cs="Times New Roman"/>
          <w:spacing w:val="4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des</w:t>
      </w:r>
      <w:r w:rsidRPr="0011368A">
        <w:rPr>
          <w:rFonts w:asciiTheme="minorHAnsi" w:hAnsiTheme="minorHAnsi"/>
          <w:spacing w:val="7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associations</w:t>
      </w:r>
      <w:r w:rsidRPr="0011368A">
        <w:rPr>
          <w:rFonts w:asciiTheme="minorHAnsi" w:hAnsiTheme="minorHAnsi"/>
          <w:spacing w:val="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locales</w:t>
      </w:r>
      <w:r w:rsidRPr="0011368A">
        <w:rPr>
          <w:rFonts w:asciiTheme="minorHAnsi" w:hAnsiTheme="minorHAnsi"/>
          <w:spacing w:val="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pour</w:t>
      </w:r>
      <w:r w:rsidRPr="0011368A">
        <w:rPr>
          <w:rFonts w:asciiTheme="minorHAnsi" w:hAnsiTheme="minorHAnsi"/>
          <w:spacing w:val="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les</w:t>
      </w:r>
      <w:r w:rsidRPr="0011368A">
        <w:rPr>
          <w:rFonts w:asciiTheme="minorHAnsi" w:hAnsiTheme="minorHAnsi"/>
          <w:spacing w:val="7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entrainements</w:t>
      </w:r>
      <w:r w:rsidRPr="0011368A">
        <w:rPr>
          <w:rFonts w:asciiTheme="minorHAnsi" w:hAnsiTheme="minorHAnsi"/>
          <w:spacing w:val="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et</w:t>
      </w:r>
      <w:r w:rsidRPr="0011368A">
        <w:rPr>
          <w:rFonts w:asciiTheme="minorHAnsi" w:hAnsiTheme="minorHAnsi"/>
          <w:spacing w:val="8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compétitions.</w:t>
      </w:r>
    </w:p>
    <w:p w:rsidR="0013356D" w:rsidRPr="0011368A" w:rsidRDefault="0013356D" w:rsidP="00F61B9B">
      <w:pPr>
        <w:pStyle w:val="Corpsdetexte"/>
        <w:spacing w:line="245" w:lineRule="auto"/>
        <w:ind w:left="402" w:right="11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spacing w:val="-1"/>
          <w:lang w:val="fr-FR"/>
        </w:rPr>
        <w:t>Durant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les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vacances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scolaires,</w:t>
      </w:r>
      <w:r w:rsidRPr="0011368A">
        <w:rPr>
          <w:rFonts w:asciiTheme="minorHAnsi" w:hAnsiTheme="minorHAnsi" w:cs="Times New Roman"/>
          <w:spacing w:val="16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le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minibus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sera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utilisé</w:t>
      </w:r>
      <w:r w:rsidRPr="0011368A">
        <w:rPr>
          <w:rFonts w:asciiTheme="minorHAnsi" w:hAnsiTheme="minorHAnsi" w:cs="Times New Roman"/>
          <w:spacing w:val="1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dans</w:t>
      </w:r>
      <w:r w:rsidRPr="0011368A">
        <w:rPr>
          <w:rFonts w:asciiTheme="minorHAnsi" w:hAnsiTheme="minorHAnsi" w:cs="Times New Roman"/>
          <w:spacing w:val="15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le</w:t>
      </w:r>
      <w:r w:rsidRPr="0011368A">
        <w:rPr>
          <w:rFonts w:asciiTheme="minorHAnsi" w:hAnsiTheme="minorHAnsi" w:cs="Times New Roman"/>
          <w:spacing w:val="14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cadre</w:t>
      </w:r>
      <w:r w:rsidRPr="0011368A">
        <w:rPr>
          <w:rFonts w:asciiTheme="minorHAnsi" w:hAnsiTheme="minorHAnsi" w:cs="Times New Roman"/>
          <w:spacing w:val="14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d’opération</w:t>
      </w:r>
      <w:r w:rsidR="00BA3A26" w:rsidRPr="0011368A">
        <w:rPr>
          <w:rFonts w:asciiTheme="minorHAnsi" w:hAnsiTheme="minorHAnsi" w:cs="Times New Roman"/>
          <w:lang w:val="fr-FR"/>
        </w:rPr>
        <w:t xml:space="preserve">s et d’activités </w:t>
      </w:r>
      <w:r w:rsidRPr="0011368A">
        <w:rPr>
          <w:rFonts w:asciiTheme="minorHAnsi" w:hAnsiTheme="minorHAnsi" w:cs="Times New Roman"/>
          <w:spacing w:val="14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pédagogique</w:t>
      </w:r>
      <w:r w:rsidR="00BA3A26" w:rsidRPr="0011368A">
        <w:rPr>
          <w:rFonts w:asciiTheme="minorHAnsi" w:hAnsiTheme="minorHAnsi" w:cs="Times New Roman"/>
          <w:spacing w:val="-1"/>
          <w:lang w:val="fr-FR"/>
        </w:rPr>
        <w:t>s</w:t>
      </w:r>
      <w:r w:rsidRPr="0011368A">
        <w:rPr>
          <w:rFonts w:asciiTheme="minorHAnsi" w:hAnsiTheme="minorHAnsi" w:cs="Times New Roman"/>
          <w:spacing w:val="14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pour</w:t>
      </w:r>
      <w:r w:rsidRPr="0011368A">
        <w:rPr>
          <w:rFonts w:asciiTheme="minorHAnsi" w:hAnsiTheme="minorHAnsi" w:cs="Times New Roman"/>
          <w:spacing w:val="4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le transfert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d’enfants et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 xml:space="preserve">le </w:t>
      </w:r>
      <w:r w:rsidRPr="0011368A">
        <w:rPr>
          <w:rFonts w:asciiTheme="minorHAnsi" w:hAnsiTheme="minorHAnsi" w:cs="Times New Roman"/>
          <w:spacing w:val="-1"/>
          <w:lang w:val="fr-FR"/>
        </w:rPr>
        <w:t>déplacement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vers</w:t>
      </w:r>
      <w:r w:rsidRPr="0011368A">
        <w:rPr>
          <w:rFonts w:asciiTheme="minorHAnsi" w:hAnsiTheme="minorHAnsi" w:cs="Times New Roman"/>
          <w:lang w:val="fr-FR"/>
        </w:rPr>
        <w:t xml:space="preserve"> les sites </w:t>
      </w:r>
      <w:r w:rsidRPr="0011368A">
        <w:rPr>
          <w:rFonts w:asciiTheme="minorHAnsi" w:hAnsiTheme="minorHAnsi" w:cs="Times New Roman"/>
          <w:spacing w:val="-1"/>
          <w:lang w:val="fr-FR"/>
        </w:rPr>
        <w:t>d’activités.</w:t>
      </w:r>
    </w:p>
    <w:p w:rsidR="0013356D" w:rsidRPr="0011368A" w:rsidRDefault="0013356D" w:rsidP="00F61B9B">
      <w:pPr>
        <w:spacing w:before="11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ind w:left="402"/>
        <w:jc w:val="both"/>
        <w:rPr>
          <w:rFonts w:eastAsia="Times New Roman" w:cs="Times New Roman"/>
          <w:spacing w:val="-2"/>
          <w:lang w:val="fr-FR"/>
        </w:rPr>
      </w:pPr>
      <w:r w:rsidRPr="0011368A">
        <w:rPr>
          <w:rFonts w:eastAsia="Times New Roman" w:cs="Times New Roman"/>
          <w:b/>
          <w:bCs/>
          <w:spacing w:val="-1"/>
          <w:lang w:val="fr-FR"/>
        </w:rPr>
        <w:t>Lieu(x)</w:t>
      </w:r>
      <w:r w:rsidRPr="0011368A">
        <w:rPr>
          <w:rFonts w:eastAsia="Times New Roman" w:cs="Times New Roman"/>
          <w:b/>
          <w:bCs/>
          <w:lang w:val="fr-FR"/>
        </w:rPr>
        <w:t xml:space="preserve"> </w:t>
      </w:r>
      <w:r w:rsidRPr="0011368A">
        <w:rPr>
          <w:rFonts w:eastAsia="Times New Roman" w:cs="Times New Roman"/>
          <w:b/>
          <w:bCs/>
          <w:spacing w:val="-1"/>
          <w:lang w:val="fr-FR"/>
        </w:rPr>
        <w:t>d’exécution</w:t>
      </w:r>
      <w:r w:rsidRPr="0011368A">
        <w:rPr>
          <w:rFonts w:eastAsia="Times New Roman" w:cs="Times New Roman"/>
          <w:b/>
          <w:bCs/>
          <w:spacing w:val="1"/>
          <w:lang w:val="fr-FR"/>
        </w:rPr>
        <w:t xml:space="preserve"> </w:t>
      </w:r>
      <w:r w:rsidRPr="0011368A">
        <w:rPr>
          <w:rFonts w:eastAsia="Times New Roman" w:cs="Times New Roman"/>
          <w:lang w:val="fr-FR"/>
        </w:rPr>
        <w:t>:</w:t>
      </w:r>
      <w:r w:rsidRPr="0011368A">
        <w:rPr>
          <w:rFonts w:eastAsia="Times New Roman" w:cs="Times New Roman"/>
          <w:spacing w:val="1"/>
          <w:lang w:val="fr-FR"/>
        </w:rPr>
        <w:t xml:space="preserve"> </w:t>
      </w:r>
      <w:r w:rsidRPr="0011368A">
        <w:rPr>
          <w:rFonts w:eastAsia="Times New Roman" w:cs="Times New Roman"/>
          <w:spacing w:val="-2"/>
          <w:lang w:val="fr-FR"/>
        </w:rPr>
        <w:t>Juvignac et villes limitrophes dans un rayon de 50 km, voire plus lors des déplacements des compétitions sportives.</w:t>
      </w:r>
    </w:p>
    <w:p w:rsidR="0013356D" w:rsidRPr="0011368A" w:rsidRDefault="0013356D" w:rsidP="00F61B9B">
      <w:pPr>
        <w:ind w:left="402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ind w:left="402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pStyle w:val="Titre4"/>
        <w:keepNext w:val="0"/>
        <w:keepLines w:val="0"/>
        <w:tabs>
          <w:tab w:val="left" w:pos="703"/>
        </w:tabs>
        <w:spacing w:before="0"/>
        <w:jc w:val="both"/>
        <w:rPr>
          <w:rFonts w:eastAsia="Times New Roman" w:cs="Times New Roman"/>
          <w:i w:val="0"/>
          <w:lang w:val="fr-FR"/>
        </w:rPr>
      </w:pP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>Durée</w:t>
      </w:r>
      <w:r w:rsidRPr="0011368A">
        <w:rPr>
          <w:rFonts w:asciiTheme="minorHAnsi" w:hAnsiTheme="minorHAnsi"/>
          <w:i w:val="0"/>
          <w:color w:val="00B0F0"/>
          <w:spacing w:val="-2"/>
          <w:lang w:val="fr-FR"/>
        </w:rPr>
        <w:t xml:space="preserve"> </w:t>
      </w:r>
      <w:r w:rsidRPr="0011368A">
        <w:rPr>
          <w:rFonts w:asciiTheme="minorHAnsi" w:hAnsiTheme="minorHAnsi"/>
          <w:i w:val="0"/>
          <w:color w:val="00B0F0"/>
          <w:lang w:val="fr-FR"/>
        </w:rPr>
        <w:t>du</w:t>
      </w: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 xml:space="preserve"> </w:t>
      </w:r>
      <w:r w:rsidR="002F6C9D" w:rsidRPr="0011368A">
        <w:rPr>
          <w:rFonts w:asciiTheme="minorHAnsi" w:hAnsiTheme="minorHAnsi"/>
          <w:i w:val="0"/>
          <w:color w:val="00B0F0"/>
          <w:spacing w:val="-1"/>
          <w:lang w:val="fr-FR"/>
        </w:rPr>
        <w:t>Marché</w:t>
      </w:r>
    </w:p>
    <w:p w:rsidR="0013356D" w:rsidRPr="0011368A" w:rsidRDefault="0013356D" w:rsidP="00F61B9B">
      <w:pPr>
        <w:pStyle w:val="Corpsdetexte"/>
        <w:spacing w:before="72"/>
        <w:ind w:left="402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lang w:val="fr-FR"/>
        </w:rPr>
        <w:t xml:space="preserve">Le </w:t>
      </w:r>
      <w:r w:rsidRPr="0011368A">
        <w:rPr>
          <w:rFonts w:asciiTheme="minorHAnsi" w:hAnsiTheme="minorHAnsi"/>
          <w:spacing w:val="-1"/>
          <w:lang w:val="fr-FR"/>
        </w:rPr>
        <w:t>marché</w:t>
      </w:r>
      <w:r w:rsidRPr="0011368A">
        <w:rPr>
          <w:rFonts w:asciiTheme="minorHAnsi" w:hAnsiTheme="minorHAnsi"/>
          <w:lang w:val="fr-FR"/>
        </w:rPr>
        <w:t xml:space="preserve"> est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conclu pour </w:t>
      </w:r>
      <w:r w:rsidR="00BA3A26" w:rsidRPr="0011368A">
        <w:rPr>
          <w:rFonts w:asciiTheme="minorHAnsi" w:hAnsiTheme="minorHAnsi"/>
          <w:lang w:val="fr-FR"/>
        </w:rPr>
        <w:t xml:space="preserve">une durée de </w:t>
      </w:r>
      <w:r w:rsidRPr="0011368A">
        <w:rPr>
          <w:rFonts w:asciiTheme="minorHAnsi" w:hAnsiTheme="minorHAnsi"/>
          <w:lang w:val="fr-FR"/>
        </w:rPr>
        <w:t xml:space="preserve">3 ans à </w:t>
      </w:r>
      <w:r w:rsidRPr="0011368A">
        <w:rPr>
          <w:rFonts w:asciiTheme="minorHAnsi" w:hAnsiTheme="minorHAnsi"/>
          <w:spacing w:val="-1"/>
          <w:lang w:val="fr-FR"/>
        </w:rPr>
        <w:t>compter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="002C2B38" w:rsidRPr="0011368A">
        <w:rPr>
          <w:rFonts w:asciiTheme="minorHAnsi" w:hAnsiTheme="minorHAnsi"/>
          <w:lang w:val="fr-FR"/>
        </w:rPr>
        <w:t>de la réception des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véhicule</w:t>
      </w:r>
      <w:r w:rsidR="002C2B38" w:rsidRPr="0011368A">
        <w:rPr>
          <w:rFonts w:asciiTheme="minorHAnsi" w:hAnsiTheme="minorHAnsi"/>
          <w:spacing w:val="-1"/>
          <w:lang w:val="fr-FR"/>
        </w:rPr>
        <w:t>s durant l</w:t>
      </w:r>
      <w:r w:rsidR="00BA3A26" w:rsidRPr="0011368A">
        <w:rPr>
          <w:rFonts w:asciiTheme="minorHAnsi" w:hAnsiTheme="minorHAnsi"/>
          <w:spacing w:val="-1"/>
          <w:lang w:val="fr-FR"/>
        </w:rPr>
        <w:t>aquelle</w:t>
      </w:r>
      <w:r w:rsidR="002C2B38" w:rsidRPr="0011368A">
        <w:rPr>
          <w:rFonts w:asciiTheme="minorHAnsi" w:hAnsiTheme="minorHAnsi"/>
          <w:spacing w:val="-1"/>
          <w:lang w:val="fr-FR"/>
        </w:rPr>
        <w:t xml:space="preserve"> le prestataire conserve le droit d’exploitation exclusif des publicités.</w:t>
      </w:r>
      <w:r w:rsidRPr="0011368A">
        <w:rPr>
          <w:rFonts w:asciiTheme="minorHAnsi" w:hAnsiTheme="minorHAnsi"/>
          <w:lang w:val="fr-FR"/>
        </w:rPr>
        <w:t xml:space="preserve"> </w:t>
      </w:r>
    </w:p>
    <w:p w:rsidR="0013356D" w:rsidRPr="0011368A" w:rsidRDefault="0013356D" w:rsidP="00F61B9B">
      <w:pPr>
        <w:spacing w:before="7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pStyle w:val="Corpsdetexte"/>
        <w:spacing w:line="245" w:lineRule="auto"/>
        <w:ind w:left="401" w:right="257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lang w:val="fr-FR"/>
        </w:rPr>
        <w:t xml:space="preserve">Un </w:t>
      </w:r>
      <w:r w:rsidR="00BA3A26" w:rsidRPr="0011368A">
        <w:rPr>
          <w:rFonts w:asciiTheme="minorHAnsi" w:hAnsiTheme="minorHAnsi"/>
          <w:lang w:val="fr-FR"/>
        </w:rPr>
        <w:t xml:space="preserve">descriptif </w:t>
      </w:r>
      <w:r w:rsidRPr="0011368A">
        <w:rPr>
          <w:rFonts w:asciiTheme="minorHAnsi" w:hAnsiTheme="minorHAnsi"/>
          <w:lang w:val="fr-FR"/>
        </w:rPr>
        <w:t>du véhicule sera remis à la livraison et un état  descriptif à la restitution sera é</w:t>
      </w:r>
      <w:r w:rsidR="0011368A" w:rsidRPr="0011368A">
        <w:rPr>
          <w:rFonts w:asciiTheme="minorHAnsi" w:hAnsiTheme="minorHAnsi"/>
          <w:lang w:val="fr-FR"/>
        </w:rPr>
        <w:t>tabli avec le prestataire, l’agent municipal r</w:t>
      </w:r>
      <w:r w:rsidRPr="0011368A">
        <w:rPr>
          <w:rFonts w:asciiTheme="minorHAnsi" w:hAnsiTheme="minorHAnsi"/>
          <w:lang w:val="fr-FR"/>
        </w:rPr>
        <w:t>esponsable délégué et son directeur du service Enfance, Jeunesse, sports et loisirs.</w:t>
      </w:r>
    </w:p>
    <w:p w:rsidR="0013356D" w:rsidRPr="0011368A" w:rsidRDefault="0013356D" w:rsidP="00F61B9B">
      <w:pPr>
        <w:pStyle w:val="Corpsdetexte"/>
        <w:spacing w:line="245" w:lineRule="auto"/>
        <w:ind w:left="401" w:right="257"/>
        <w:jc w:val="both"/>
        <w:rPr>
          <w:rFonts w:asciiTheme="minorHAnsi" w:hAnsiTheme="minorHAnsi"/>
          <w:lang w:val="fr-FR"/>
        </w:rPr>
      </w:pPr>
    </w:p>
    <w:p w:rsidR="0013356D" w:rsidRPr="0011368A" w:rsidRDefault="0013356D" w:rsidP="00F61B9B">
      <w:pPr>
        <w:pStyle w:val="Corpsdetexte"/>
        <w:spacing w:line="245" w:lineRule="auto"/>
        <w:ind w:left="401" w:right="257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Au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terme</w:t>
      </w:r>
      <w:r w:rsidRPr="0011368A">
        <w:rPr>
          <w:rFonts w:asciiTheme="minorHAnsi" w:hAnsiTheme="minorHAnsi"/>
          <w:lang w:val="fr-FR"/>
        </w:rPr>
        <w:t xml:space="preserve"> des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trois ans de </w:t>
      </w:r>
      <w:r w:rsidRPr="0011368A">
        <w:rPr>
          <w:rFonts w:asciiTheme="minorHAnsi" w:hAnsiTheme="minorHAnsi"/>
          <w:spacing w:val="-2"/>
          <w:lang w:val="fr-FR"/>
        </w:rPr>
        <w:t>mise</w:t>
      </w:r>
      <w:r w:rsidRPr="0011368A">
        <w:rPr>
          <w:rFonts w:asciiTheme="minorHAnsi" w:hAnsiTheme="minorHAnsi"/>
          <w:lang w:val="fr-FR"/>
        </w:rPr>
        <w:t xml:space="preserve"> à </w:t>
      </w:r>
      <w:r w:rsidRPr="0011368A">
        <w:rPr>
          <w:rFonts w:asciiTheme="minorHAnsi" w:hAnsiTheme="minorHAnsi"/>
          <w:spacing w:val="-1"/>
          <w:lang w:val="fr-FR"/>
        </w:rPr>
        <w:t>disposition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gratuite,</w:t>
      </w:r>
      <w:r w:rsidRPr="0011368A">
        <w:rPr>
          <w:rFonts w:asciiTheme="minorHAnsi" w:hAnsiTheme="minorHAnsi"/>
          <w:lang w:val="fr-FR"/>
        </w:rPr>
        <w:t xml:space="preserve"> la </w:t>
      </w:r>
      <w:r w:rsidRPr="0011368A">
        <w:rPr>
          <w:rFonts w:asciiTheme="minorHAnsi" w:hAnsiTheme="minorHAnsi"/>
          <w:spacing w:val="-1"/>
          <w:lang w:val="fr-FR"/>
        </w:rPr>
        <w:t>ville</w:t>
      </w:r>
      <w:r w:rsidRPr="0011368A">
        <w:rPr>
          <w:rFonts w:asciiTheme="minorHAnsi" w:hAnsiTheme="minorHAnsi"/>
          <w:lang w:val="fr-FR"/>
        </w:rPr>
        <w:t xml:space="preserve"> de Juvignac </w:t>
      </w:r>
      <w:r w:rsidRPr="0011368A">
        <w:rPr>
          <w:rFonts w:asciiTheme="minorHAnsi" w:hAnsiTheme="minorHAnsi"/>
          <w:spacing w:val="-2"/>
          <w:lang w:val="fr-FR"/>
        </w:rPr>
        <w:t>s'engage</w:t>
      </w:r>
      <w:r w:rsidRPr="0011368A">
        <w:rPr>
          <w:rFonts w:asciiTheme="minorHAnsi" w:hAnsiTheme="minorHAnsi"/>
          <w:lang w:val="fr-FR"/>
        </w:rPr>
        <w:t xml:space="preserve"> à</w:t>
      </w:r>
      <w:r w:rsidRPr="0011368A">
        <w:rPr>
          <w:rFonts w:asciiTheme="minorHAnsi" w:hAnsiTheme="minorHAnsi"/>
          <w:spacing w:val="6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restituer</w:t>
      </w:r>
      <w:r w:rsidRPr="0011368A">
        <w:rPr>
          <w:rFonts w:asciiTheme="minorHAnsi" w:hAnsiTheme="minorHAnsi"/>
          <w:spacing w:val="1"/>
          <w:lang w:val="fr-FR"/>
        </w:rPr>
        <w:t xml:space="preserve">  </w:t>
      </w:r>
      <w:r w:rsidRPr="0011368A">
        <w:rPr>
          <w:rFonts w:asciiTheme="minorHAnsi" w:hAnsiTheme="minorHAnsi"/>
          <w:lang w:val="fr-FR"/>
        </w:rPr>
        <w:t xml:space="preserve">au prestataire le véhicule dans </w:t>
      </w:r>
      <w:r w:rsidRPr="0011368A">
        <w:rPr>
          <w:rFonts w:asciiTheme="minorHAnsi" w:hAnsiTheme="minorHAnsi"/>
          <w:spacing w:val="-1"/>
          <w:lang w:val="fr-FR"/>
        </w:rPr>
        <w:t>l'état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où il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a été confié, </w:t>
      </w:r>
      <w:r w:rsidR="0011368A" w:rsidRPr="0011368A">
        <w:rPr>
          <w:rFonts w:asciiTheme="minorHAnsi" w:hAnsiTheme="minorHAnsi"/>
          <w:spacing w:val="-2"/>
          <w:lang w:val="fr-FR"/>
        </w:rPr>
        <w:t xml:space="preserve"> en tenant compte de </w:t>
      </w:r>
      <w:r w:rsidRPr="0011368A">
        <w:rPr>
          <w:rFonts w:asciiTheme="minorHAnsi" w:hAnsiTheme="minorHAnsi"/>
          <w:spacing w:val="-1"/>
          <w:lang w:val="fr-FR"/>
        </w:rPr>
        <w:t>l'usure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normale</w:t>
      </w:r>
      <w:r w:rsidRPr="0011368A">
        <w:rPr>
          <w:rFonts w:asciiTheme="minorHAnsi" w:hAnsiTheme="minorHAnsi"/>
          <w:lang w:val="fr-FR"/>
        </w:rPr>
        <w:t xml:space="preserve"> du</w:t>
      </w:r>
      <w:r w:rsidRPr="0011368A">
        <w:rPr>
          <w:rFonts w:asciiTheme="minorHAnsi" w:hAnsiTheme="minorHAnsi"/>
          <w:spacing w:val="41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véhicule.</w:t>
      </w:r>
      <w:r w:rsidRPr="0011368A">
        <w:rPr>
          <w:rFonts w:asciiTheme="minorHAnsi" w:hAnsiTheme="minorHAnsi"/>
          <w:lang w:val="fr-FR"/>
        </w:rPr>
        <w:t xml:space="preserve"> </w:t>
      </w:r>
    </w:p>
    <w:p w:rsidR="0013356D" w:rsidRPr="0011368A" w:rsidRDefault="0013356D" w:rsidP="00F61B9B">
      <w:pPr>
        <w:pStyle w:val="Corpsdetexte"/>
        <w:spacing w:line="245" w:lineRule="auto"/>
        <w:ind w:left="401" w:right="257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Dans</w:t>
      </w:r>
      <w:r w:rsidRPr="0011368A">
        <w:rPr>
          <w:rFonts w:asciiTheme="minorHAnsi" w:hAnsiTheme="minorHAnsi"/>
          <w:lang w:val="fr-FR"/>
        </w:rPr>
        <w:t xml:space="preserve"> le cas contraire tous les </w:t>
      </w:r>
      <w:r w:rsidRPr="0011368A">
        <w:rPr>
          <w:rFonts w:asciiTheme="minorHAnsi" w:hAnsiTheme="minorHAnsi"/>
          <w:spacing w:val="-1"/>
          <w:lang w:val="fr-FR"/>
        </w:rPr>
        <w:t>travaux</w:t>
      </w:r>
      <w:r w:rsidRPr="0011368A">
        <w:rPr>
          <w:rFonts w:asciiTheme="minorHAnsi" w:hAnsiTheme="minorHAnsi"/>
          <w:lang w:val="fr-FR"/>
        </w:rPr>
        <w:t xml:space="preserve"> de réparation, de mécanique ou </w:t>
      </w:r>
      <w:r w:rsidRPr="0011368A">
        <w:rPr>
          <w:rFonts w:asciiTheme="minorHAnsi" w:hAnsiTheme="minorHAnsi"/>
          <w:spacing w:val="-1"/>
          <w:lang w:val="fr-FR"/>
        </w:rPr>
        <w:t>d'agencement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seront</w:t>
      </w:r>
      <w:r w:rsidRPr="0011368A">
        <w:rPr>
          <w:rFonts w:asciiTheme="minorHAnsi" w:hAnsiTheme="minorHAnsi"/>
          <w:spacing w:val="5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facturés par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le prestataire à la </w:t>
      </w:r>
      <w:r w:rsidRPr="0011368A">
        <w:rPr>
          <w:rFonts w:asciiTheme="minorHAnsi" w:hAnsiTheme="minorHAnsi"/>
          <w:spacing w:val="-1"/>
          <w:lang w:val="fr-FR"/>
        </w:rPr>
        <w:t>ville</w:t>
      </w:r>
      <w:r w:rsidRPr="0011368A">
        <w:rPr>
          <w:rFonts w:asciiTheme="minorHAnsi" w:hAnsiTheme="minorHAnsi"/>
          <w:lang w:val="fr-FR"/>
        </w:rPr>
        <w:t xml:space="preserve"> de Juvignac.</w:t>
      </w:r>
    </w:p>
    <w:p w:rsidR="0013356D" w:rsidRPr="0011368A" w:rsidRDefault="0013356D" w:rsidP="00F61B9B">
      <w:pPr>
        <w:spacing w:before="2"/>
        <w:jc w:val="both"/>
        <w:rPr>
          <w:rFonts w:eastAsia="Times New Roman" w:cs="Times New Roman"/>
          <w:lang w:val="fr-FR"/>
        </w:rPr>
      </w:pPr>
    </w:p>
    <w:p w:rsidR="0013356D" w:rsidRPr="00F61B9B" w:rsidRDefault="0013356D" w:rsidP="00F61B9B">
      <w:pPr>
        <w:pStyle w:val="Corpsdetexte"/>
        <w:spacing w:line="245" w:lineRule="auto"/>
        <w:ind w:left="401" w:right="121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Dans</w:t>
      </w:r>
      <w:r w:rsidRPr="0011368A">
        <w:rPr>
          <w:rFonts w:asciiTheme="minorHAnsi" w:hAnsiTheme="minorHAnsi"/>
          <w:lang w:val="fr-FR"/>
        </w:rPr>
        <w:t xml:space="preserve"> le cas </w:t>
      </w:r>
      <w:r w:rsidRPr="0011368A">
        <w:rPr>
          <w:rFonts w:asciiTheme="minorHAnsi" w:hAnsiTheme="minorHAnsi"/>
          <w:spacing w:val="-1"/>
          <w:lang w:val="fr-FR"/>
        </w:rPr>
        <w:t>d'un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changement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de publicité sans </w:t>
      </w:r>
      <w:r w:rsidRPr="0011368A">
        <w:rPr>
          <w:rFonts w:asciiTheme="minorHAnsi" w:hAnsiTheme="minorHAnsi"/>
          <w:spacing w:val="-1"/>
          <w:lang w:val="fr-FR"/>
        </w:rPr>
        <w:t>renouvellement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du </w:t>
      </w:r>
      <w:r w:rsidRPr="0011368A">
        <w:rPr>
          <w:rFonts w:asciiTheme="minorHAnsi" w:hAnsiTheme="minorHAnsi"/>
          <w:spacing w:val="-1"/>
          <w:lang w:val="fr-FR"/>
        </w:rPr>
        <w:t>véhicule,</w:t>
      </w:r>
      <w:r w:rsidRPr="0011368A">
        <w:rPr>
          <w:rFonts w:asciiTheme="minorHAnsi" w:hAnsiTheme="minorHAnsi"/>
          <w:lang w:val="fr-FR"/>
        </w:rPr>
        <w:t xml:space="preserve"> le prestataire </w:t>
      </w:r>
      <w:r w:rsidRPr="0011368A">
        <w:rPr>
          <w:rFonts w:asciiTheme="minorHAnsi" w:hAnsiTheme="minorHAnsi"/>
          <w:spacing w:val="-1"/>
          <w:lang w:val="fr-FR"/>
        </w:rPr>
        <w:t>devra</w:t>
      </w:r>
      <w:r w:rsidRPr="0011368A">
        <w:rPr>
          <w:rFonts w:asciiTheme="minorHAnsi" w:hAnsiTheme="minorHAnsi"/>
          <w:spacing w:val="59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mettre</w:t>
      </w:r>
      <w:r w:rsidRPr="0011368A">
        <w:rPr>
          <w:rFonts w:asciiTheme="minorHAnsi" w:hAnsiTheme="minorHAnsi"/>
          <w:lang w:val="fr-FR"/>
        </w:rPr>
        <w:t xml:space="preserve"> à </w:t>
      </w:r>
      <w:r w:rsidRPr="0011368A">
        <w:rPr>
          <w:rFonts w:asciiTheme="minorHAnsi" w:hAnsiTheme="minorHAnsi"/>
          <w:spacing w:val="-1"/>
          <w:lang w:val="fr-FR"/>
        </w:rPr>
        <w:t>disposition</w:t>
      </w:r>
      <w:r w:rsidRPr="0011368A">
        <w:rPr>
          <w:rFonts w:asciiTheme="minorHAnsi" w:hAnsiTheme="minorHAnsi"/>
          <w:lang w:val="fr-FR"/>
        </w:rPr>
        <w:t xml:space="preserve"> un </w:t>
      </w:r>
      <w:r w:rsidRPr="0011368A">
        <w:rPr>
          <w:rFonts w:asciiTheme="minorHAnsi" w:hAnsiTheme="minorHAnsi"/>
          <w:spacing w:val="-1"/>
          <w:lang w:val="fr-FR"/>
        </w:rPr>
        <w:t>véhicule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similaire,</w:t>
      </w:r>
      <w:r w:rsidRPr="0011368A">
        <w:rPr>
          <w:rFonts w:asciiTheme="minorHAnsi" w:hAnsiTheme="minorHAnsi"/>
          <w:lang w:val="fr-FR"/>
        </w:rPr>
        <w:t xml:space="preserve"> le </w:t>
      </w:r>
      <w:r w:rsidRPr="0011368A">
        <w:rPr>
          <w:rFonts w:asciiTheme="minorHAnsi" w:hAnsiTheme="minorHAnsi"/>
          <w:spacing w:val="-1"/>
          <w:lang w:val="fr-FR"/>
        </w:rPr>
        <w:t>temps</w:t>
      </w:r>
      <w:r w:rsidRPr="0011368A">
        <w:rPr>
          <w:rFonts w:asciiTheme="minorHAnsi" w:hAnsiTheme="minorHAnsi"/>
          <w:lang w:val="fr-FR"/>
        </w:rPr>
        <w:t xml:space="preserve"> de </w:t>
      </w:r>
      <w:r w:rsidRPr="0011368A">
        <w:rPr>
          <w:rFonts w:asciiTheme="minorHAnsi" w:hAnsiTheme="minorHAnsi"/>
          <w:spacing w:val="-1"/>
          <w:lang w:val="fr-FR"/>
        </w:rPr>
        <w:t>l'immobilisation.</w:t>
      </w:r>
    </w:p>
    <w:p w:rsidR="0085299B" w:rsidRDefault="0085299B" w:rsidP="00F61B9B">
      <w:pPr>
        <w:spacing w:before="2"/>
        <w:jc w:val="both"/>
        <w:rPr>
          <w:rFonts w:eastAsia="Times New Roman" w:cs="Times New Roman"/>
          <w:lang w:val="fr-FR"/>
        </w:rPr>
      </w:pPr>
    </w:p>
    <w:p w:rsidR="0085299B" w:rsidRDefault="0085299B" w:rsidP="00F61B9B">
      <w:pPr>
        <w:spacing w:before="2"/>
        <w:jc w:val="both"/>
        <w:rPr>
          <w:rFonts w:eastAsia="Times New Roman" w:cs="Times New Roman"/>
          <w:lang w:val="fr-FR"/>
        </w:rPr>
      </w:pPr>
    </w:p>
    <w:p w:rsidR="0085299B" w:rsidRPr="0011368A" w:rsidRDefault="0085299B" w:rsidP="00F61B9B">
      <w:pPr>
        <w:spacing w:before="2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pStyle w:val="Titre4"/>
        <w:keepNext w:val="0"/>
        <w:keepLines w:val="0"/>
        <w:tabs>
          <w:tab w:val="left" w:pos="703"/>
        </w:tabs>
        <w:spacing w:before="0"/>
        <w:jc w:val="both"/>
        <w:rPr>
          <w:rFonts w:eastAsia="Times New Roman" w:cs="Times New Roman"/>
          <w:i w:val="0"/>
          <w:lang w:val="fr-FR"/>
        </w:rPr>
      </w:pPr>
      <w:bookmarkStart w:id="1" w:name="_bookmark6"/>
      <w:bookmarkEnd w:id="1"/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>Délai</w:t>
      </w:r>
      <w:r w:rsidRPr="0011368A">
        <w:rPr>
          <w:rFonts w:asciiTheme="minorHAnsi" w:hAnsiTheme="minorHAnsi"/>
          <w:i w:val="0"/>
          <w:color w:val="00B0F0"/>
          <w:spacing w:val="-2"/>
          <w:lang w:val="fr-FR"/>
        </w:rPr>
        <w:t xml:space="preserve"> </w:t>
      </w:r>
      <w:r w:rsidRPr="0011368A">
        <w:rPr>
          <w:rFonts w:asciiTheme="minorHAnsi" w:hAnsiTheme="minorHAnsi"/>
          <w:i w:val="0"/>
          <w:color w:val="00B0F0"/>
          <w:lang w:val="fr-FR"/>
        </w:rPr>
        <w:t>de</w:t>
      </w:r>
      <w:r w:rsidRPr="0011368A">
        <w:rPr>
          <w:rFonts w:asciiTheme="minorHAnsi" w:hAnsiTheme="minorHAnsi"/>
          <w:i w:val="0"/>
          <w:color w:val="00B0F0"/>
          <w:spacing w:val="-4"/>
          <w:lang w:val="fr-FR"/>
        </w:rPr>
        <w:t xml:space="preserve"> </w:t>
      </w: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>livraison</w:t>
      </w:r>
    </w:p>
    <w:p w:rsidR="00065E7D" w:rsidRPr="0011368A" w:rsidRDefault="0013356D" w:rsidP="00F61B9B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 w:cs="Times New Roman"/>
          <w:spacing w:val="-1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L</w:t>
      </w:r>
      <w:r w:rsidRPr="0011368A">
        <w:rPr>
          <w:rFonts w:asciiTheme="minorHAnsi" w:hAnsiTheme="minorHAnsi" w:cs="Times New Roman"/>
          <w:spacing w:val="-1"/>
          <w:lang w:val="fr-FR"/>
        </w:rPr>
        <w:t>e</w:t>
      </w:r>
      <w:r w:rsidRPr="0011368A">
        <w:rPr>
          <w:rFonts w:asciiTheme="minorHAnsi" w:hAnsiTheme="minorHAnsi" w:cs="Times New Roman"/>
          <w:lang w:val="fr-FR"/>
        </w:rPr>
        <w:t xml:space="preserve"> titulaire du </w:t>
      </w:r>
      <w:r w:rsidRPr="0011368A">
        <w:rPr>
          <w:rFonts w:asciiTheme="minorHAnsi" w:hAnsiTheme="minorHAnsi" w:cs="Times New Roman"/>
          <w:spacing w:val="-1"/>
          <w:lang w:val="fr-FR"/>
        </w:rPr>
        <w:t>marché</w:t>
      </w:r>
      <w:r w:rsidRPr="0011368A">
        <w:rPr>
          <w:rFonts w:asciiTheme="minorHAnsi" w:hAnsiTheme="minorHAnsi" w:cs="Times New Roman"/>
          <w:lang w:val="fr-FR"/>
        </w:rPr>
        <w:t xml:space="preserve"> dispose d’un délai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 xml:space="preserve">de 5 </w:t>
      </w:r>
      <w:r w:rsidRPr="0011368A">
        <w:rPr>
          <w:rFonts w:asciiTheme="minorHAnsi" w:hAnsiTheme="minorHAnsi" w:cs="Times New Roman"/>
          <w:spacing w:val="-1"/>
          <w:lang w:val="fr-FR"/>
        </w:rPr>
        <w:t>mois maximum</w:t>
      </w:r>
      <w:r w:rsidR="00065E7D" w:rsidRPr="0011368A">
        <w:rPr>
          <w:rFonts w:asciiTheme="minorHAnsi" w:hAnsiTheme="minorHAnsi" w:cs="Times New Roman"/>
          <w:spacing w:val="-1"/>
          <w:lang w:val="fr-FR"/>
        </w:rPr>
        <w:t xml:space="preserve"> pour livrer les véhicules à la collectivité.</w:t>
      </w:r>
    </w:p>
    <w:p w:rsidR="00065E7D" w:rsidRPr="0011368A" w:rsidRDefault="00065E7D" w:rsidP="00F61B9B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spacing w:val="-1"/>
          <w:lang w:val="fr-FR"/>
        </w:rPr>
        <w:t>T</w:t>
      </w:r>
      <w:r w:rsidR="00427706" w:rsidRPr="0011368A">
        <w:rPr>
          <w:rFonts w:asciiTheme="minorHAnsi" w:hAnsiTheme="minorHAnsi" w:cs="Times New Roman"/>
          <w:lang w:val="fr-FR"/>
        </w:rPr>
        <w:t>outefois un délai de 3 mois pour la l</w:t>
      </w:r>
      <w:r w:rsidRPr="0011368A">
        <w:rPr>
          <w:rFonts w:asciiTheme="minorHAnsi" w:hAnsiTheme="minorHAnsi" w:cs="Times New Roman"/>
          <w:lang w:val="fr-FR"/>
        </w:rPr>
        <w:t>ivraison est vivement souhaité</w:t>
      </w:r>
      <w:r w:rsidR="0011368A" w:rsidRPr="0011368A">
        <w:rPr>
          <w:rFonts w:asciiTheme="minorHAnsi" w:hAnsiTheme="minorHAnsi" w:cs="Times New Roman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(</w:t>
      </w:r>
      <w:proofErr w:type="spellStart"/>
      <w:r w:rsidRPr="0011368A">
        <w:rPr>
          <w:rFonts w:asciiTheme="minorHAnsi" w:hAnsiTheme="minorHAnsi" w:cs="Times New Roman"/>
          <w:lang w:val="fr-FR"/>
        </w:rPr>
        <w:t>cf</w:t>
      </w:r>
      <w:proofErr w:type="spellEnd"/>
      <w:r w:rsidRPr="0011368A">
        <w:rPr>
          <w:rFonts w:asciiTheme="minorHAnsi" w:hAnsiTheme="minorHAnsi" w:cs="Times New Roman"/>
          <w:lang w:val="fr-FR"/>
        </w:rPr>
        <w:t xml:space="preserve"> critère</w:t>
      </w:r>
      <w:r w:rsidR="0011368A" w:rsidRPr="0011368A">
        <w:rPr>
          <w:rFonts w:asciiTheme="minorHAnsi" w:hAnsiTheme="minorHAnsi" w:cs="Times New Roman"/>
          <w:lang w:val="fr-FR"/>
        </w:rPr>
        <w:t>s</w:t>
      </w:r>
      <w:r w:rsidRPr="0011368A">
        <w:rPr>
          <w:rFonts w:asciiTheme="minorHAnsi" w:hAnsiTheme="minorHAnsi" w:cs="Times New Roman"/>
          <w:lang w:val="fr-FR"/>
        </w:rPr>
        <w:t>).</w:t>
      </w:r>
    </w:p>
    <w:p w:rsidR="00065E7D" w:rsidRPr="0011368A" w:rsidRDefault="00065E7D" w:rsidP="00F61B9B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lastRenderedPageBreak/>
        <w:t>Le délai de livraison court à compter de la notification du marché.</w:t>
      </w:r>
    </w:p>
    <w:p w:rsidR="0013356D" w:rsidRDefault="0013356D" w:rsidP="00F61B9B">
      <w:pPr>
        <w:pStyle w:val="Titre3"/>
        <w:jc w:val="both"/>
        <w:rPr>
          <w:rFonts w:asciiTheme="minorHAnsi" w:eastAsia="Times New Roman" w:hAnsiTheme="minorHAnsi" w:cs="Times New Roman"/>
          <w:color w:val="00B0F0"/>
          <w:lang w:val="fr-FR"/>
        </w:rPr>
      </w:pPr>
      <w:r w:rsidRPr="0011368A">
        <w:rPr>
          <w:rFonts w:asciiTheme="minorHAnsi" w:eastAsia="Times New Roman" w:hAnsiTheme="minorHAnsi" w:cs="Times New Roman"/>
          <w:color w:val="00B0F0"/>
          <w:lang w:val="fr-FR"/>
        </w:rPr>
        <w:t>Constatation</w:t>
      </w:r>
      <w:r w:rsidRPr="0011368A">
        <w:rPr>
          <w:rFonts w:asciiTheme="minorHAnsi" w:eastAsia="Times New Roman" w:hAnsiTheme="minorHAnsi" w:cs="Times New Roman"/>
          <w:color w:val="00B0F0"/>
          <w:spacing w:val="-9"/>
          <w:lang w:val="fr-FR"/>
        </w:rPr>
        <w:t xml:space="preserve"> </w:t>
      </w:r>
      <w:r w:rsidRPr="0011368A">
        <w:rPr>
          <w:rFonts w:asciiTheme="minorHAnsi" w:eastAsia="Times New Roman" w:hAnsiTheme="minorHAnsi" w:cs="Times New Roman"/>
          <w:color w:val="00B0F0"/>
          <w:lang w:val="fr-FR"/>
        </w:rPr>
        <w:t>de</w:t>
      </w:r>
      <w:r w:rsidRPr="0011368A">
        <w:rPr>
          <w:rFonts w:asciiTheme="minorHAnsi" w:eastAsia="Times New Roman" w:hAnsiTheme="minorHAnsi" w:cs="Times New Roman"/>
          <w:color w:val="00B0F0"/>
          <w:spacing w:val="-9"/>
          <w:lang w:val="fr-FR"/>
        </w:rPr>
        <w:t xml:space="preserve"> </w:t>
      </w:r>
      <w:r w:rsidRPr="0011368A">
        <w:rPr>
          <w:rFonts w:asciiTheme="minorHAnsi" w:eastAsia="Times New Roman" w:hAnsiTheme="minorHAnsi" w:cs="Times New Roman"/>
          <w:color w:val="00B0F0"/>
          <w:lang w:val="fr-FR"/>
        </w:rPr>
        <w:t>l’exécution</w:t>
      </w:r>
      <w:r w:rsidRPr="0011368A">
        <w:rPr>
          <w:rFonts w:asciiTheme="minorHAnsi" w:eastAsia="Times New Roman" w:hAnsiTheme="minorHAnsi" w:cs="Times New Roman"/>
          <w:color w:val="00B0F0"/>
          <w:spacing w:val="-8"/>
          <w:lang w:val="fr-FR"/>
        </w:rPr>
        <w:t xml:space="preserve"> </w:t>
      </w:r>
      <w:r w:rsidRPr="0011368A">
        <w:rPr>
          <w:rFonts w:asciiTheme="minorHAnsi" w:eastAsia="Times New Roman" w:hAnsiTheme="minorHAnsi" w:cs="Times New Roman"/>
          <w:color w:val="00B0F0"/>
          <w:lang w:val="fr-FR"/>
        </w:rPr>
        <w:t>des</w:t>
      </w:r>
      <w:r w:rsidRPr="0011368A">
        <w:rPr>
          <w:rFonts w:asciiTheme="minorHAnsi" w:eastAsia="Times New Roman" w:hAnsiTheme="minorHAnsi" w:cs="Times New Roman"/>
          <w:color w:val="00B0F0"/>
          <w:spacing w:val="-9"/>
          <w:lang w:val="fr-FR"/>
        </w:rPr>
        <w:t xml:space="preserve"> </w:t>
      </w:r>
      <w:r w:rsidRPr="0011368A">
        <w:rPr>
          <w:rFonts w:asciiTheme="minorHAnsi" w:eastAsia="Times New Roman" w:hAnsiTheme="minorHAnsi" w:cs="Times New Roman"/>
          <w:color w:val="00B0F0"/>
          <w:lang w:val="fr-FR"/>
        </w:rPr>
        <w:t>prestations</w:t>
      </w:r>
    </w:p>
    <w:p w:rsidR="00DC5A3E" w:rsidRPr="00DC5A3E" w:rsidRDefault="00DC5A3E" w:rsidP="00F61B9B">
      <w:pPr>
        <w:jc w:val="both"/>
        <w:rPr>
          <w:lang w:val="fr-FR"/>
        </w:rPr>
      </w:pPr>
    </w:p>
    <w:p w:rsidR="00427706" w:rsidRPr="0011368A" w:rsidRDefault="0013356D" w:rsidP="00F61B9B">
      <w:pPr>
        <w:pStyle w:val="Corpsdetexte"/>
        <w:spacing w:line="245" w:lineRule="auto"/>
        <w:ind w:left="401" w:right="112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/>
          <w:lang w:val="fr-FR"/>
        </w:rPr>
        <w:t>Les</w:t>
      </w:r>
      <w:r w:rsidRPr="0011368A">
        <w:rPr>
          <w:rFonts w:asciiTheme="minorHAnsi" w:hAnsiTheme="minorHAnsi"/>
          <w:spacing w:val="38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vérifications</w:t>
      </w:r>
      <w:r w:rsidRPr="0011368A">
        <w:rPr>
          <w:rFonts w:asciiTheme="minorHAnsi" w:hAnsiTheme="minorHAnsi"/>
          <w:spacing w:val="38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quantitatives</w:t>
      </w:r>
      <w:r w:rsidRPr="0011368A">
        <w:rPr>
          <w:rFonts w:asciiTheme="minorHAnsi" w:hAnsiTheme="minorHAnsi"/>
          <w:spacing w:val="3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et</w:t>
      </w:r>
      <w:r w:rsidRPr="0011368A">
        <w:rPr>
          <w:rFonts w:asciiTheme="minorHAnsi" w:hAnsiTheme="minorHAnsi"/>
          <w:spacing w:val="37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qualitatives</w:t>
      </w:r>
      <w:r w:rsidRPr="0011368A">
        <w:rPr>
          <w:rFonts w:asciiTheme="minorHAnsi" w:hAnsiTheme="minorHAnsi"/>
          <w:spacing w:val="36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simples</w:t>
      </w:r>
      <w:r w:rsidRPr="0011368A">
        <w:rPr>
          <w:rFonts w:asciiTheme="minorHAnsi" w:hAnsiTheme="minorHAnsi"/>
          <w:spacing w:val="36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sont</w:t>
      </w:r>
      <w:r w:rsidRPr="0011368A">
        <w:rPr>
          <w:rFonts w:asciiTheme="minorHAnsi" w:hAnsiTheme="minorHAnsi"/>
          <w:spacing w:val="3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effectuées</w:t>
      </w:r>
      <w:r w:rsidRPr="0011368A">
        <w:rPr>
          <w:rFonts w:asciiTheme="minorHAnsi" w:hAnsiTheme="minorHAnsi"/>
          <w:spacing w:val="36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par</w:t>
      </w:r>
      <w:r w:rsidRPr="0011368A">
        <w:rPr>
          <w:rFonts w:asciiTheme="minorHAnsi" w:hAnsiTheme="minorHAnsi"/>
          <w:spacing w:val="37"/>
          <w:lang w:val="fr-FR"/>
        </w:rPr>
        <w:t xml:space="preserve"> l’agent municipal délégué et le directeur des services enfance, jeunesse et sports </w:t>
      </w:r>
      <w:r w:rsidRPr="0011368A">
        <w:rPr>
          <w:rFonts w:asciiTheme="minorHAnsi" w:hAnsiTheme="minorHAnsi"/>
          <w:lang w:val="fr-FR"/>
        </w:rPr>
        <w:t>au</w:t>
      </w:r>
      <w:r w:rsidRPr="0011368A">
        <w:rPr>
          <w:rFonts w:asciiTheme="minorHAnsi" w:hAnsiTheme="minorHAnsi"/>
          <w:spacing w:val="107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2"/>
          <w:lang w:val="fr-FR"/>
        </w:rPr>
        <w:t>moment</w:t>
      </w:r>
      <w:r w:rsidRPr="0011368A">
        <w:rPr>
          <w:rFonts w:asciiTheme="minorHAnsi" w:hAnsiTheme="minorHAnsi" w:cs="Times New Roman"/>
          <w:spacing w:val="51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2"/>
          <w:lang w:val="fr-FR"/>
        </w:rPr>
        <w:t>même</w:t>
      </w:r>
      <w:r w:rsidRPr="0011368A">
        <w:rPr>
          <w:rFonts w:asciiTheme="minorHAnsi" w:hAnsiTheme="minorHAnsi" w:cs="Times New Roman"/>
          <w:spacing w:val="50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de</w:t>
      </w:r>
      <w:r w:rsidRPr="0011368A">
        <w:rPr>
          <w:rFonts w:asciiTheme="minorHAnsi" w:hAnsiTheme="minorHAnsi" w:cs="Times New Roman"/>
          <w:spacing w:val="50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la</w:t>
      </w:r>
      <w:r w:rsidRPr="0011368A">
        <w:rPr>
          <w:rFonts w:asciiTheme="minorHAnsi" w:hAnsiTheme="minorHAnsi" w:cs="Times New Roman"/>
          <w:spacing w:val="50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livraison</w:t>
      </w:r>
      <w:r w:rsidRPr="0011368A">
        <w:rPr>
          <w:rFonts w:asciiTheme="minorHAnsi" w:hAnsiTheme="minorHAnsi" w:cs="Times New Roman"/>
          <w:spacing w:val="5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</w:t>
      </w:r>
      <w:r w:rsidR="00427706" w:rsidRPr="0011368A">
        <w:rPr>
          <w:rFonts w:asciiTheme="minorHAnsi" w:hAnsiTheme="minorHAnsi" w:cs="Times New Roman"/>
          <w:lang w:val="fr-FR"/>
        </w:rPr>
        <w:t>es véhicules avec la remise des clés et tous documents relatifs à leur utilisation.</w:t>
      </w:r>
    </w:p>
    <w:p w:rsidR="0013356D" w:rsidRPr="0011368A" w:rsidRDefault="0013356D" w:rsidP="00F61B9B">
      <w:pPr>
        <w:pStyle w:val="Corpsdetexte"/>
        <w:spacing w:line="245" w:lineRule="auto"/>
        <w:ind w:left="401" w:right="112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Conformément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aux articles 22 et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23.1 du </w:t>
      </w:r>
      <w:r w:rsidRPr="0011368A">
        <w:rPr>
          <w:rFonts w:asciiTheme="minorHAnsi" w:hAnsiTheme="minorHAnsi"/>
          <w:spacing w:val="-1"/>
          <w:lang w:val="fr-FR"/>
        </w:rPr>
        <w:t>C.C.A.G.-F.C.S.</w:t>
      </w:r>
    </w:p>
    <w:p w:rsidR="0013356D" w:rsidRPr="0011368A" w:rsidRDefault="0013356D" w:rsidP="00F61B9B">
      <w:pPr>
        <w:pStyle w:val="Titre3"/>
        <w:jc w:val="both"/>
        <w:rPr>
          <w:rFonts w:eastAsia="Times New Roman" w:cs="Times New Roman"/>
          <w:i/>
          <w:lang w:val="fr-FR"/>
        </w:rPr>
      </w:pPr>
      <w:r w:rsidRPr="0011368A">
        <w:rPr>
          <w:rFonts w:asciiTheme="minorHAnsi" w:hAnsiTheme="minorHAnsi"/>
          <w:color w:val="00B0F0"/>
          <w:lang w:val="fr-FR"/>
        </w:rPr>
        <w:t>Prix</w:t>
      </w:r>
      <w:r w:rsidRPr="0011368A">
        <w:rPr>
          <w:rFonts w:asciiTheme="minorHAnsi" w:hAnsiTheme="minorHAnsi"/>
          <w:color w:val="00B0F0"/>
          <w:spacing w:val="-3"/>
          <w:lang w:val="fr-FR"/>
        </w:rPr>
        <w:t xml:space="preserve"> </w:t>
      </w:r>
      <w:r w:rsidRPr="0011368A">
        <w:rPr>
          <w:rFonts w:asciiTheme="minorHAnsi" w:hAnsiTheme="minorHAnsi"/>
          <w:color w:val="00B0F0"/>
          <w:spacing w:val="-1"/>
          <w:lang w:val="fr-FR"/>
        </w:rPr>
        <w:t>du</w:t>
      </w:r>
      <w:r w:rsidRPr="0011368A">
        <w:rPr>
          <w:rFonts w:asciiTheme="minorHAnsi" w:hAnsiTheme="minorHAnsi"/>
          <w:color w:val="00B0F0"/>
          <w:spacing w:val="-6"/>
          <w:lang w:val="fr-FR"/>
        </w:rPr>
        <w:t xml:space="preserve"> </w:t>
      </w:r>
      <w:r w:rsidRPr="0011368A">
        <w:rPr>
          <w:rFonts w:asciiTheme="minorHAnsi" w:hAnsiTheme="minorHAnsi"/>
          <w:color w:val="00B0F0"/>
          <w:spacing w:val="-1"/>
          <w:lang w:val="fr-FR"/>
        </w:rPr>
        <w:t>marché</w:t>
      </w:r>
      <w:bookmarkStart w:id="2" w:name="_bookmark14"/>
      <w:bookmarkEnd w:id="2"/>
    </w:p>
    <w:p w:rsidR="0013356D" w:rsidRPr="0011368A" w:rsidRDefault="0013356D" w:rsidP="00F61B9B">
      <w:pPr>
        <w:pStyle w:val="Corpsdetexte"/>
        <w:spacing w:before="72" w:line="245" w:lineRule="auto"/>
        <w:ind w:left="401" w:right="115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Aucune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participation</w:t>
      </w:r>
      <w:r w:rsidRPr="0011368A">
        <w:rPr>
          <w:rFonts w:asciiTheme="minorHAnsi" w:hAnsiTheme="minorHAnsi"/>
          <w:spacing w:val="2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financière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ne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sera</w:t>
      </w:r>
      <w:r w:rsidR="00332680">
        <w:rPr>
          <w:rFonts w:asciiTheme="minorHAnsi" w:hAnsiTheme="minorHAnsi"/>
          <w:spacing w:val="-1"/>
          <w:lang w:val="fr-FR"/>
        </w:rPr>
        <w:t xml:space="preserve"> octroyée 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par</w:t>
      </w:r>
      <w:r w:rsidRPr="0011368A">
        <w:rPr>
          <w:rFonts w:asciiTheme="minorHAnsi" w:hAnsiTheme="minorHAnsi"/>
          <w:spacing w:val="20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le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pouvoir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adjudicateur</w:t>
      </w:r>
      <w:r w:rsidRPr="0011368A">
        <w:rPr>
          <w:rFonts w:asciiTheme="minorHAnsi" w:hAnsiTheme="minorHAnsi"/>
          <w:spacing w:val="20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pour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la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fourniture</w:t>
      </w:r>
      <w:r w:rsidRPr="0011368A">
        <w:rPr>
          <w:rFonts w:asciiTheme="minorHAnsi" w:hAnsiTheme="minorHAnsi"/>
          <w:spacing w:val="1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de</w:t>
      </w:r>
      <w:r w:rsidRPr="0011368A">
        <w:rPr>
          <w:rFonts w:asciiTheme="minorHAnsi" w:hAnsiTheme="minorHAnsi"/>
          <w:spacing w:val="17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ce</w:t>
      </w:r>
      <w:r w:rsidR="00DB4FDB">
        <w:rPr>
          <w:rFonts w:asciiTheme="minorHAnsi" w:hAnsiTheme="minorHAnsi"/>
          <w:lang w:val="fr-FR"/>
        </w:rPr>
        <w:t>s</w:t>
      </w:r>
      <w:r w:rsidRPr="0011368A">
        <w:rPr>
          <w:rFonts w:asciiTheme="minorHAnsi" w:hAnsiTheme="minorHAnsi"/>
          <w:spacing w:val="38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véhicule</w:t>
      </w:r>
      <w:r w:rsidR="00DB4FDB">
        <w:rPr>
          <w:rFonts w:asciiTheme="minorHAnsi" w:hAnsiTheme="minorHAnsi"/>
          <w:spacing w:val="-1"/>
          <w:lang w:val="fr-FR"/>
        </w:rPr>
        <w:t>s</w:t>
      </w:r>
      <w:r w:rsidR="008C75B4">
        <w:rPr>
          <w:rFonts w:asciiTheme="minorHAnsi" w:hAnsiTheme="minorHAnsi"/>
          <w:spacing w:val="-1"/>
          <w:lang w:val="fr-FR"/>
        </w:rPr>
        <w:t xml:space="preserve"> durant toute la durée de la mise à disposition soit 3 ans</w:t>
      </w:r>
      <w:r w:rsidRPr="0011368A">
        <w:rPr>
          <w:rFonts w:asciiTheme="minorHAnsi" w:hAnsiTheme="minorHAnsi"/>
          <w:spacing w:val="-1"/>
          <w:lang w:val="fr-FR"/>
        </w:rPr>
        <w:t>.</w:t>
      </w:r>
    </w:p>
    <w:p w:rsidR="0013356D" w:rsidRPr="0011368A" w:rsidRDefault="0013356D" w:rsidP="00F61B9B">
      <w:pPr>
        <w:spacing w:before="2"/>
        <w:jc w:val="both"/>
        <w:rPr>
          <w:rFonts w:eastAsia="Times New Roman" w:cs="Times New Roman"/>
          <w:lang w:val="fr-FR"/>
        </w:rPr>
      </w:pPr>
    </w:p>
    <w:p w:rsidR="0011368A" w:rsidRPr="0011368A" w:rsidRDefault="0013356D" w:rsidP="00F61B9B">
      <w:pPr>
        <w:pStyle w:val="Corpsdetexte"/>
        <w:ind w:left="402" w:right="-46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Seuls</w:t>
      </w:r>
      <w:r w:rsidRPr="0011368A">
        <w:rPr>
          <w:rFonts w:asciiTheme="minorHAnsi" w:hAnsiTheme="minorHAnsi"/>
          <w:lang w:val="fr-FR"/>
        </w:rPr>
        <w:t xml:space="preserve"> les </w:t>
      </w:r>
      <w:r w:rsidRPr="0011368A">
        <w:rPr>
          <w:rFonts w:asciiTheme="minorHAnsi" w:hAnsiTheme="minorHAnsi"/>
          <w:spacing w:val="-1"/>
          <w:lang w:val="fr-FR"/>
        </w:rPr>
        <w:t>consommables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sont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à la </w:t>
      </w:r>
      <w:r w:rsidRPr="0011368A">
        <w:rPr>
          <w:rFonts w:asciiTheme="minorHAnsi" w:hAnsiTheme="minorHAnsi"/>
          <w:spacing w:val="-1"/>
          <w:lang w:val="fr-FR"/>
        </w:rPr>
        <w:t>charge</w:t>
      </w:r>
      <w:r w:rsidRPr="0011368A">
        <w:rPr>
          <w:rFonts w:asciiTheme="minorHAnsi" w:hAnsiTheme="minorHAnsi"/>
          <w:lang w:val="fr-FR"/>
        </w:rPr>
        <w:t xml:space="preserve"> du </w:t>
      </w:r>
      <w:r w:rsidRPr="0011368A">
        <w:rPr>
          <w:rFonts w:asciiTheme="minorHAnsi" w:hAnsiTheme="minorHAnsi"/>
          <w:spacing w:val="-1"/>
          <w:lang w:val="fr-FR"/>
        </w:rPr>
        <w:t>pouvoir</w:t>
      </w:r>
      <w:r w:rsidRPr="0011368A">
        <w:rPr>
          <w:rFonts w:asciiTheme="minorHAnsi" w:hAnsiTheme="minorHAnsi"/>
          <w:lang w:val="fr-FR"/>
        </w:rPr>
        <w:t xml:space="preserve"> </w:t>
      </w:r>
      <w:r w:rsidRPr="00332680">
        <w:rPr>
          <w:rFonts w:asciiTheme="minorHAnsi" w:hAnsiTheme="minorHAnsi"/>
          <w:lang w:val="fr-FR"/>
        </w:rPr>
        <w:t>adjudicateur</w:t>
      </w:r>
      <w:r w:rsidR="00332680" w:rsidRPr="00332680">
        <w:rPr>
          <w:rFonts w:asciiTheme="minorHAnsi" w:hAnsiTheme="minorHAnsi"/>
          <w:lang w:val="fr-FR"/>
        </w:rPr>
        <w:t xml:space="preserve"> comme  le carburant ou </w:t>
      </w:r>
      <w:r w:rsidR="0011368A" w:rsidRPr="00332680">
        <w:rPr>
          <w:rFonts w:asciiTheme="minorHAnsi" w:hAnsiTheme="minorHAnsi"/>
          <w:lang w:val="fr-FR"/>
        </w:rPr>
        <w:t xml:space="preserve"> les pneus.</w:t>
      </w:r>
    </w:p>
    <w:p w:rsidR="0013356D" w:rsidRPr="0011368A" w:rsidRDefault="0013356D" w:rsidP="00F61B9B">
      <w:pPr>
        <w:pStyle w:val="Corpsdetexte"/>
        <w:ind w:left="402" w:right="-46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lang w:val="fr-FR"/>
        </w:rPr>
        <w:t>Le</w:t>
      </w:r>
      <w:r w:rsidR="00E07C2F">
        <w:rPr>
          <w:rFonts w:asciiTheme="minorHAnsi" w:hAnsiTheme="minorHAnsi"/>
          <w:lang w:val="fr-FR"/>
        </w:rPr>
        <w:t>s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véhicule</w:t>
      </w:r>
      <w:r w:rsidR="00E07C2F">
        <w:rPr>
          <w:rFonts w:asciiTheme="minorHAnsi" w:hAnsiTheme="minorHAnsi"/>
          <w:spacing w:val="-1"/>
          <w:lang w:val="fr-FR"/>
        </w:rPr>
        <w:t>s</w:t>
      </w:r>
      <w:r w:rsidR="00E07C2F">
        <w:rPr>
          <w:rFonts w:asciiTheme="minorHAnsi" w:hAnsiTheme="minorHAnsi"/>
          <w:lang w:val="fr-FR"/>
        </w:rPr>
        <w:t xml:space="preserve"> seront</w:t>
      </w:r>
      <w:r w:rsidRPr="0011368A">
        <w:rPr>
          <w:rFonts w:asciiTheme="minorHAnsi" w:hAnsiTheme="minorHAnsi"/>
          <w:lang w:val="fr-FR"/>
        </w:rPr>
        <w:t xml:space="preserve"> sous garantie</w:t>
      </w:r>
      <w:bookmarkStart w:id="3" w:name="_GoBack"/>
      <w:bookmarkEnd w:id="3"/>
      <w:r w:rsidRPr="0011368A">
        <w:rPr>
          <w:rFonts w:asciiTheme="minorHAnsi" w:hAnsiTheme="minorHAnsi"/>
          <w:lang w:val="fr-FR"/>
        </w:rPr>
        <w:t xml:space="preserve"> aux frais du titulaire pendant 2 ans minimum (garantie constructeur) et une garantie supplémentaire d’un an sera</w:t>
      </w:r>
      <w:r w:rsidR="0011368A" w:rsidRPr="0011368A">
        <w:rPr>
          <w:rFonts w:asciiTheme="minorHAnsi" w:hAnsiTheme="minorHAnsi"/>
          <w:lang w:val="fr-FR"/>
        </w:rPr>
        <w:t xml:space="preserve"> valorisée (</w:t>
      </w:r>
      <w:proofErr w:type="spellStart"/>
      <w:r w:rsidR="0011368A" w:rsidRPr="0011368A">
        <w:rPr>
          <w:rFonts w:asciiTheme="minorHAnsi" w:hAnsiTheme="minorHAnsi"/>
          <w:lang w:val="fr-FR"/>
        </w:rPr>
        <w:t>cf</w:t>
      </w:r>
      <w:proofErr w:type="spellEnd"/>
      <w:r w:rsidR="0011368A" w:rsidRPr="0011368A">
        <w:rPr>
          <w:rFonts w:asciiTheme="minorHAnsi" w:hAnsiTheme="minorHAnsi"/>
          <w:lang w:val="fr-FR"/>
        </w:rPr>
        <w:t xml:space="preserve"> critères)</w:t>
      </w:r>
      <w:r w:rsidRPr="0011368A">
        <w:rPr>
          <w:rFonts w:asciiTheme="minorHAnsi" w:hAnsiTheme="minorHAnsi"/>
          <w:lang w:val="fr-FR"/>
        </w:rPr>
        <w:t>.</w:t>
      </w:r>
    </w:p>
    <w:p w:rsidR="0011368A" w:rsidRPr="0011368A" w:rsidRDefault="0011368A" w:rsidP="00F61B9B">
      <w:pPr>
        <w:pStyle w:val="Corpsdetexte"/>
        <w:ind w:left="402" w:right="-46"/>
        <w:jc w:val="both"/>
        <w:rPr>
          <w:rFonts w:asciiTheme="minorHAnsi" w:hAnsiTheme="minorHAnsi"/>
          <w:lang w:val="fr-FR"/>
        </w:rPr>
      </w:pPr>
    </w:p>
    <w:p w:rsidR="0013356D" w:rsidRPr="0011368A" w:rsidRDefault="0013356D" w:rsidP="00F61B9B">
      <w:pPr>
        <w:pStyle w:val="Corpsdetexte"/>
        <w:spacing w:before="30" w:line="245" w:lineRule="auto"/>
        <w:ind w:left="401" w:right="257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lang w:val="fr-FR"/>
        </w:rPr>
        <w:t xml:space="preserve">La </w:t>
      </w:r>
      <w:r w:rsidRPr="0011368A">
        <w:rPr>
          <w:rFonts w:asciiTheme="minorHAnsi" w:hAnsiTheme="minorHAnsi"/>
          <w:spacing w:val="-1"/>
          <w:lang w:val="fr-FR"/>
        </w:rPr>
        <w:t>ville</w:t>
      </w:r>
      <w:r w:rsidRPr="0011368A">
        <w:rPr>
          <w:rFonts w:asciiTheme="minorHAnsi" w:hAnsiTheme="minorHAnsi"/>
          <w:lang w:val="fr-FR"/>
        </w:rPr>
        <w:t xml:space="preserve"> de </w:t>
      </w:r>
      <w:r w:rsidRPr="0011368A">
        <w:rPr>
          <w:rFonts w:asciiTheme="minorHAnsi" w:hAnsiTheme="minorHAnsi"/>
          <w:spacing w:val="-1"/>
          <w:lang w:val="fr-FR"/>
        </w:rPr>
        <w:t xml:space="preserve">Juvignac </w:t>
      </w:r>
      <w:r w:rsidRPr="0011368A">
        <w:rPr>
          <w:rFonts w:asciiTheme="minorHAnsi" w:hAnsiTheme="minorHAnsi"/>
          <w:spacing w:val="-2"/>
          <w:lang w:val="fr-FR"/>
        </w:rPr>
        <w:t>s'engage</w:t>
      </w:r>
      <w:r w:rsidRPr="0011368A">
        <w:rPr>
          <w:rFonts w:asciiTheme="minorHAnsi" w:hAnsiTheme="minorHAnsi"/>
          <w:lang w:val="fr-FR"/>
        </w:rPr>
        <w:t xml:space="preserve"> à </w:t>
      </w:r>
      <w:r w:rsidRPr="0011368A">
        <w:rPr>
          <w:rFonts w:asciiTheme="minorHAnsi" w:hAnsiTheme="minorHAnsi"/>
          <w:spacing w:val="-1"/>
          <w:lang w:val="fr-FR"/>
        </w:rPr>
        <w:t>informer</w:t>
      </w:r>
      <w:r w:rsidRPr="0011368A">
        <w:rPr>
          <w:rFonts w:asciiTheme="minorHAnsi" w:hAnsiTheme="minorHAnsi"/>
          <w:spacing w:val="1"/>
          <w:lang w:val="fr-FR"/>
        </w:rPr>
        <w:t xml:space="preserve"> le</w:t>
      </w:r>
      <w:r w:rsidRPr="0011368A">
        <w:rPr>
          <w:rFonts w:asciiTheme="minorHAnsi" w:hAnsiTheme="minorHAnsi"/>
          <w:lang w:val="fr-FR"/>
        </w:rPr>
        <w:t xml:space="preserve"> prestataire en cas de </w:t>
      </w:r>
      <w:r w:rsidRPr="0011368A">
        <w:rPr>
          <w:rFonts w:asciiTheme="minorHAnsi" w:hAnsiTheme="minorHAnsi"/>
          <w:spacing w:val="-1"/>
          <w:lang w:val="fr-FR"/>
        </w:rPr>
        <w:t>dégradations</w:t>
      </w:r>
      <w:r w:rsidRPr="0011368A">
        <w:rPr>
          <w:rFonts w:asciiTheme="minorHAnsi" w:hAnsiTheme="minorHAnsi"/>
          <w:lang w:val="fr-FR"/>
        </w:rPr>
        <w:t xml:space="preserve"> du véhicule,</w:t>
      </w:r>
      <w:r w:rsidRPr="0011368A">
        <w:rPr>
          <w:rFonts w:asciiTheme="minorHAnsi" w:hAnsiTheme="minorHAnsi"/>
          <w:spacing w:val="59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et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elle prendra à </w:t>
      </w:r>
      <w:r w:rsidRPr="0011368A">
        <w:rPr>
          <w:rFonts w:asciiTheme="minorHAnsi" w:hAnsiTheme="minorHAnsi"/>
          <w:spacing w:val="-1"/>
          <w:lang w:val="fr-FR"/>
        </w:rPr>
        <w:t>sa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charge</w:t>
      </w:r>
      <w:r w:rsidRPr="0011368A">
        <w:rPr>
          <w:rFonts w:asciiTheme="minorHAnsi" w:hAnsiTheme="minorHAnsi"/>
          <w:lang w:val="fr-FR"/>
        </w:rPr>
        <w:t xml:space="preserve"> tous les frais </w:t>
      </w:r>
      <w:r w:rsidRPr="0011368A">
        <w:rPr>
          <w:rFonts w:asciiTheme="minorHAnsi" w:hAnsiTheme="minorHAnsi"/>
          <w:spacing w:val="-1"/>
          <w:lang w:val="fr-FR"/>
        </w:rPr>
        <w:t>d'amendes</w:t>
      </w:r>
      <w:r w:rsidRPr="0011368A">
        <w:rPr>
          <w:rFonts w:asciiTheme="minorHAnsi" w:hAnsiTheme="minorHAnsi"/>
          <w:lang w:val="fr-FR"/>
        </w:rPr>
        <w:t xml:space="preserve"> du fait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de ses </w:t>
      </w:r>
      <w:r w:rsidRPr="0011368A">
        <w:rPr>
          <w:rFonts w:asciiTheme="minorHAnsi" w:hAnsiTheme="minorHAnsi"/>
          <w:spacing w:val="-1"/>
          <w:lang w:val="fr-FR"/>
        </w:rPr>
        <w:t xml:space="preserve">agents. Les associations </w:t>
      </w:r>
      <w:r w:rsidR="00065E7D" w:rsidRPr="0011368A">
        <w:rPr>
          <w:rFonts w:asciiTheme="minorHAnsi" w:hAnsiTheme="minorHAnsi"/>
          <w:spacing w:val="-1"/>
          <w:lang w:val="fr-FR"/>
        </w:rPr>
        <w:t>prendront à leur charge des frais d’amende de leur chauffeur.</w:t>
      </w:r>
    </w:p>
    <w:p w:rsidR="0013356D" w:rsidRPr="0011368A" w:rsidRDefault="0013356D" w:rsidP="00F61B9B">
      <w:pPr>
        <w:spacing w:before="6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pStyle w:val="Corpsdetexte"/>
        <w:spacing w:line="245" w:lineRule="auto"/>
        <w:ind w:left="401" w:right="121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L'entretien</w:t>
      </w:r>
      <w:r w:rsidRPr="0011368A">
        <w:rPr>
          <w:rFonts w:asciiTheme="minorHAnsi" w:hAnsiTheme="minorHAnsi"/>
          <w:lang w:val="fr-FR"/>
        </w:rPr>
        <w:t xml:space="preserve"> courant du véhicule sera à la </w:t>
      </w:r>
      <w:r w:rsidRPr="0011368A">
        <w:rPr>
          <w:rFonts w:asciiTheme="minorHAnsi" w:hAnsiTheme="minorHAnsi"/>
          <w:spacing w:val="-1"/>
          <w:lang w:val="fr-FR"/>
        </w:rPr>
        <w:t>charge</w:t>
      </w:r>
      <w:r w:rsidRPr="0011368A">
        <w:rPr>
          <w:rFonts w:asciiTheme="minorHAnsi" w:hAnsiTheme="minorHAnsi"/>
          <w:lang w:val="fr-FR"/>
        </w:rPr>
        <w:t xml:space="preserve"> de la </w:t>
      </w:r>
      <w:r w:rsidRPr="0011368A">
        <w:rPr>
          <w:rFonts w:asciiTheme="minorHAnsi" w:hAnsiTheme="minorHAnsi"/>
          <w:spacing w:val="-1"/>
          <w:lang w:val="fr-FR"/>
        </w:rPr>
        <w:t>collectivité</w:t>
      </w:r>
      <w:r w:rsidRPr="0011368A">
        <w:rPr>
          <w:rFonts w:asciiTheme="minorHAnsi" w:hAnsiTheme="minorHAnsi"/>
          <w:lang w:val="fr-FR"/>
        </w:rPr>
        <w:t xml:space="preserve"> pendant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toute la durée du </w:t>
      </w:r>
      <w:r w:rsidRPr="0011368A">
        <w:rPr>
          <w:rFonts w:asciiTheme="minorHAnsi" w:hAnsiTheme="minorHAnsi"/>
          <w:spacing w:val="-1"/>
          <w:lang w:val="fr-FR"/>
        </w:rPr>
        <w:t>marché.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2"/>
          <w:lang w:val="fr-FR"/>
        </w:rPr>
        <w:t>Il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en </w:t>
      </w:r>
      <w:r w:rsidRPr="0011368A">
        <w:rPr>
          <w:rFonts w:asciiTheme="minorHAnsi" w:hAnsiTheme="minorHAnsi"/>
          <w:spacing w:val="-1"/>
          <w:lang w:val="fr-FR"/>
        </w:rPr>
        <w:t>va</w:t>
      </w:r>
      <w:r w:rsidRPr="0011368A">
        <w:rPr>
          <w:rFonts w:asciiTheme="minorHAnsi" w:hAnsiTheme="minorHAnsi"/>
          <w:spacing w:val="57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 xml:space="preserve">de </w:t>
      </w:r>
      <w:r w:rsidRPr="0011368A">
        <w:rPr>
          <w:rFonts w:asciiTheme="minorHAnsi" w:hAnsiTheme="minorHAnsi" w:cs="Times New Roman"/>
          <w:spacing w:val="-2"/>
          <w:lang w:val="fr-FR"/>
        </w:rPr>
        <w:t>même</w:t>
      </w:r>
      <w:r w:rsidRPr="0011368A">
        <w:rPr>
          <w:rFonts w:asciiTheme="minorHAnsi" w:hAnsiTheme="minorHAnsi" w:cs="Times New Roman"/>
          <w:lang w:val="fr-FR"/>
        </w:rPr>
        <w:t xml:space="preserve"> pour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l’assurance avec une couverture pour les équipements publicitaires.</w:t>
      </w:r>
    </w:p>
    <w:p w:rsidR="0013356D" w:rsidRPr="0011368A" w:rsidRDefault="0013356D" w:rsidP="00F61B9B">
      <w:pPr>
        <w:spacing w:before="6"/>
        <w:jc w:val="both"/>
        <w:rPr>
          <w:rFonts w:eastAsia="Times New Roman" w:cs="Times New Roman"/>
          <w:lang w:val="fr-FR"/>
        </w:rPr>
      </w:pPr>
    </w:p>
    <w:p w:rsidR="0013356D" w:rsidRPr="0011368A" w:rsidRDefault="0013356D" w:rsidP="00F61B9B">
      <w:pPr>
        <w:pStyle w:val="Corpsdetexte"/>
        <w:ind w:left="402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 xml:space="preserve">Les frais de carte </w:t>
      </w:r>
      <w:r w:rsidRPr="0011368A">
        <w:rPr>
          <w:rFonts w:asciiTheme="minorHAnsi" w:hAnsiTheme="minorHAnsi" w:cs="Times New Roman"/>
          <w:spacing w:val="-1"/>
          <w:lang w:val="fr-FR"/>
        </w:rPr>
        <w:t>grise,</w:t>
      </w:r>
      <w:r w:rsidRPr="0011368A">
        <w:rPr>
          <w:rFonts w:asciiTheme="minorHAnsi" w:hAnsiTheme="minorHAnsi" w:cs="Times New Roman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d’immatriculation</w:t>
      </w:r>
      <w:r w:rsidRPr="0011368A">
        <w:rPr>
          <w:rFonts w:asciiTheme="minorHAnsi" w:hAnsiTheme="minorHAnsi" w:cs="Times New Roman"/>
          <w:lang w:val="fr-FR"/>
        </w:rPr>
        <w:t xml:space="preserve"> et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 xml:space="preserve">de </w:t>
      </w:r>
      <w:r w:rsidRPr="0011368A">
        <w:rPr>
          <w:rFonts w:asciiTheme="minorHAnsi" w:hAnsiTheme="minorHAnsi" w:cs="Times New Roman"/>
          <w:spacing w:val="-1"/>
          <w:lang w:val="fr-FR"/>
        </w:rPr>
        <w:t>livraison</w:t>
      </w:r>
      <w:r w:rsidRPr="0011368A">
        <w:rPr>
          <w:rFonts w:asciiTheme="minorHAnsi" w:hAnsiTheme="minorHAnsi" w:cs="Times New Roman"/>
          <w:lang w:val="fr-FR"/>
        </w:rPr>
        <w:t xml:space="preserve"> sont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 xml:space="preserve">à la </w:t>
      </w:r>
      <w:r w:rsidRPr="0011368A">
        <w:rPr>
          <w:rFonts w:asciiTheme="minorHAnsi" w:hAnsiTheme="minorHAnsi" w:cs="Times New Roman"/>
          <w:spacing w:val="-1"/>
          <w:lang w:val="fr-FR"/>
        </w:rPr>
        <w:t>charge</w:t>
      </w:r>
      <w:r w:rsidRPr="0011368A">
        <w:rPr>
          <w:rFonts w:asciiTheme="minorHAnsi" w:hAnsiTheme="minorHAnsi" w:cs="Times New Roman"/>
          <w:lang w:val="fr-FR"/>
        </w:rPr>
        <w:t xml:space="preserve"> du prestataire.</w:t>
      </w:r>
    </w:p>
    <w:p w:rsidR="002F6C9D" w:rsidRPr="0011368A" w:rsidRDefault="002F6C9D" w:rsidP="00F61B9B">
      <w:pPr>
        <w:pStyle w:val="Corpsdetexte"/>
        <w:ind w:left="402"/>
        <w:jc w:val="both"/>
        <w:rPr>
          <w:rFonts w:asciiTheme="minorHAnsi" w:hAnsiTheme="minorHAnsi" w:cs="Times New Roman"/>
          <w:lang w:val="fr-FR"/>
        </w:rPr>
      </w:pPr>
    </w:p>
    <w:p w:rsidR="00365D8F" w:rsidRPr="0011368A" w:rsidRDefault="002F6C9D" w:rsidP="00F61B9B">
      <w:pPr>
        <w:pStyle w:val="Titre4"/>
        <w:keepNext w:val="0"/>
        <w:keepLines w:val="0"/>
        <w:tabs>
          <w:tab w:val="left" w:pos="823"/>
        </w:tabs>
        <w:spacing w:before="0"/>
        <w:jc w:val="both"/>
        <w:rPr>
          <w:rFonts w:eastAsia="Times New Roman" w:cs="Times New Roman"/>
          <w:i w:val="0"/>
          <w:lang w:val="fr-FR"/>
        </w:rPr>
      </w:pPr>
      <w:r w:rsidRPr="0011368A">
        <w:rPr>
          <w:rFonts w:asciiTheme="minorHAnsi" w:hAnsiTheme="minorHAnsi"/>
          <w:i w:val="0"/>
          <w:spacing w:val="-1"/>
          <w:lang w:val="fr-FR"/>
        </w:rPr>
        <w:t xml:space="preserve"> </w:t>
      </w:r>
      <w:r w:rsidR="00365D8F" w:rsidRPr="0011368A">
        <w:rPr>
          <w:rFonts w:asciiTheme="minorHAnsi" w:hAnsiTheme="minorHAnsi"/>
          <w:i w:val="0"/>
          <w:color w:val="00B0F0"/>
          <w:spacing w:val="-1"/>
          <w:lang w:val="fr-FR"/>
        </w:rPr>
        <w:t>Caractéristiques</w:t>
      </w: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 xml:space="preserve"> </w:t>
      </w:r>
      <w:r w:rsidR="00365D8F" w:rsidRPr="0011368A">
        <w:rPr>
          <w:rFonts w:asciiTheme="minorHAnsi" w:hAnsiTheme="minorHAnsi"/>
          <w:i w:val="0"/>
          <w:color w:val="00B0F0"/>
          <w:spacing w:val="-10"/>
          <w:lang w:val="fr-FR"/>
        </w:rPr>
        <w:t xml:space="preserve"> </w:t>
      </w:r>
      <w:r w:rsidR="00365D8F" w:rsidRPr="0011368A">
        <w:rPr>
          <w:rFonts w:asciiTheme="minorHAnsi" w:hAnsiTheme="minorHAnsi"/>
          <w:i w:val="0"/>
          <w:color w:val="00B0F0"/>
          <w:spacing w:val="-1"/>
          <w:lang w:val="fr-FR"/>
        </w:rPr>
        <w:t>générales</w:t>
      </w:r>
    </w:p>
    <w:p w:rsidR="00365D8F" w:rsidRPr="0011368A" w:rsidRDefault="00DB4FDB" w:rsidP="00F61B9B">
      <w:pPr>
        <w:pStyle w:val="Corpsdetexte"/>
        <w:spacing w:before="72"/>
        <w:ind w:left="708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spacing w:val="-1"/>
          <w:lang w:val="fr-FR"/>
        </w:rPr>
        <w:t xml:space="preserve">Deux </w:t>
      </w:r>
      <w:r w:rsidR="00365D8F" w:rsidRPr="0011368A">
        <w:rPr>
          <w:rFonts w:asciiTheme="minorHAnsi" w:hAnsiTheme="minorHAnsi"/>
          <w:lang w:val="fr-FR"/>
        </w:rPr>
        <w:t xml:space="preserve"> </w:t>
      </w:r>
      <w:r w:rsidR="00365D8F" w:rsidRPr="0011368A">
        <w:rPr>
          <w:rFonts w:asciiTheme="minorHAnsi" w:hAnsiTheme="minorHAnsi"/>
          <w:spacing w:val="-1"/>
          <w:lang w:val="fr-FR"/>
        </w:rPr>
        <w:t>véhicule</w:t>
      </w:r>
      <w:r>
        <w:rPr>
          <w:rFonts w:asciiTheme="minorHAnsi" w:hAnsiTheme="minorHAnsi"/>
          <w:spacing w:val="-1"/>
          <w:lang w:val="fr-FR"/>
        </w:rPr>
        <w:t>s</w:t>
      </w:r>
      <w:r w:rsidR="00365D8F" w:rsidRPr="0011368A">
        <w:rPr>
          <w:rFonts w:asciiTheme="minorHAnsi" w:hAnsiTheme="minorHAnsi"/>
          <w:lang w:val="fr-FR"/>
        </w:rPr>
        <w:t xml:space="preserve"> </w:t>
      </w:r>
      <w:r w:rsidR="00365D8F" w:rsidRPr="0011368A">
        <w:rPr>
          <w:rFonts w:asciiTheme="minorHAnsi" w:hAnsiTheme="minorHAnsi"/>
          <w:spacing w:val="-1"/>
          <w:lang w:val="fr-FR"/>
        </w:rPr>
        <w:t>(minibus)</w:t>
      </w:r>
      <w:r w:rsidR="00365D8F" w:rsidRPr="0011368A">
        <w:rPr>
          <w:rFonts w:asciiTheme="minorHAnsi" w:hAnsiTheme="minorHAnsi"/>
          <w:spacing w:val="1"/>
          <w:lang w:val="fr-FR"/>
        </w:rPr>
        <w:t xml:space="preserve"> </w:t>
      </w:r>
      <w:r w:rsidR="00365D8F" w:rsidRPr="0011368A">
        <w:rPr>
          <w:rFonts w:asciiTheme="minorHAnsi" w:hAnsiTheme="minorHAnsi"/>
          <w:lang w:val="fr-FR"/>
        </w:rPr>
        <w:t>neuf</w:t>
      </w:r>
      <w:r>
        <w:rPr>
          <w:rFonts w:asciiTheme="minorHAnsi" w:hAnsiTheme="minorHAnsi"/>
          <w:lang w:val="fr-FR"/>
        </w:rPr>
        <w:t>s</w:t>
      </w:r>
      <w:r w:rsidR="00365D8F" w:rsidRPr="0011368A">
        <w:rPr>
          <w:rFonts w:asciiTheme="minorHAnsi" w:hAnsiTheme="minorHAnsi"/>
          <w:spacing w:val="1"/>
          <w:lang w:val="fr-FR"/>
        </w:rPr>
        <w:t xml:space="preserve"> </w:t>
      </w:r>
      <w:r w:rsidR="00365D8F" w:rsidRPr="0011368A">
        <w:rPr>
          <w:rFonts w:asciiTheme="minorHAnsi" w:hAnsiTheme="minorHAnsi"/>
          <w:spacing w:val="-1"/>
          <w:lang w:val="fr-FR"/>
        </w:rPr>
        <w:t>pouvant</w:t>
      </w:r>
      <w:r w:rsidR="00365D8F" w:rsidRPr="0011368A">
        <w:rPr>
          <w:rFonts w:asciiTheme="minorHAnsi" w:hAnsiTheme="minorHAnsi"/>
          <w:spacing w:val="1"/>
          <w:lang w:val="fr-FR"/>
        </w:rPr>
        <w:t xml:space="preserve"> </w:t>
      </w:r>
      <w:r w:rsidR="00365D8F" w:rsidRPr="0011368A">
        <w:rPr>
          <w:rFonts w:asciiTheme="minorHAnsi" w:hAnsiTheme="minorHAnsi"/>
          <w:lang w:val="fr-FR"/>
        </w:rPr>
        <w:t>transporter</w:t>
      </w:r>
      <w:r w:rsidR="00365D8F" w:rsidRPr="0011368A">
        <w:rPr>
          <w:rFonts w:asciiTheme="minorHAnsi" w:hAnsiTheme="minorHAnsi"/>
          <w:spacing w:val="1"/>
          <w:lang w:val="fr-FR"/>
        </w:rPr>
        <w:t xml:space="preserve"> </w:t>
      </w:r>
      <w:r w:rsidR="00365D8F" w:rsidRPr="0011368A">
        <w:rPr>
          <w:rFonts w:asciiTheme="minorHAnsi" w:hAnsiTheme="minorHAnsi"/>
          <w:lang w:val="fr-FR"/>
        </w:rPr>
        <w:t xml:space="preserve">9 </w:t>
      </w:r>
      <w:r w:rsidR="00365D8F" w:rsidRPr="0011368A">
        <w:rPr>
          <w:rFonts w:asciiTheme="minorHAnsi" w:hAnsiTheme="minorHAnsi"/>
          <w:spacing w:val="-1"/>
          <w:lang w:val="fr-FR"/>
        </w:rPr>
        <w:t>personnes</w:t>
      </w:r>
      <w:r w:rsidR="00365D8F" w:rsidRPr="0011368A">
        <w:rPr>
          <w:rFonts w:asciiTheme="minorHAnsi" w:hAnsiTheme="minorHAnsi"/>
          <w:lang w:val="fr-FR"/>
        </w:rPr>
        <w:t xml:space="preserve"> </w:t>
      </w:r>
      <w:r w:rsidR="00365D8F" w:rsidRPr="0011368A">
        <w:rPr>
          <w:rFonts w:asciiTheme="minorHAnsi" w:hAnsiTheme="minorHAnsi"/>
          <w:spacing w:val="-1"/>
          <w:lang w:val="fr-FR"/>
        </w:rPr>
        <w:t>assises</w:t>
      </w:r>
      <w:r w:rsidR="00365D8F" w:rsidRPr="0011368A">
        <w:rPr>
          <w:rFonts w:asciiTheme="minorHAnsi" w:hAnsiTheme="minorHAnsi"/>
          <w:lang w:val="fr-FR"/>
        </w:rPr>
        <w:t xml:space="preserve"> :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 xml:space="preserve">Véhicule de </w:t>
      </w:r>
      <w:r w:rsidRPr="0011368A">
        <w:rPr>
          <w:rFonts w:asciiTheme="minorHAnsi" w:hAnsiTheme="minorHAnsi" w:cs="Times New Roman"/>
          <w:spacing w:val="-1"/>
          <w:lang w:val="fr-FR"/>
        </w:rPr>
        <w:t>type</w:t>
      </w:r>
      <w:r w:rsidRPr="0011368A">
        <w:rPr>
          <w:rFonts w:asciiTheme="minorHAnsi" w:hAnsiTheme="minorHAnsi" w:cs="Times New Roman"/>
          <w:lang w:val="fr-FR"/>
        </w:rPr>
        <w:t xml:space="preserve"> </w:t>
      </w:r>
      <w:r w:rsidRPr="0011368A">
        <w:rPr>
          <w:rFonts w:asciiTheme="minorHAnsi" w:hAnsiTheme="minorHAnsi" w:cs="Times New Roman"/>
          <w:spacing w:val="-1"/>
          <w:lang w:val="fr-FR"/>
        </w:rPr>
        <w:t>minibus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 w:cs="Times New Roman"/>
          <w:lang w:val="fr-FR"/>
        </w:rPr>
        <w:t>Moteur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diesel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>respectant</w:t>
      </w:r>
      <w:r w:rsidRPr="0011368A">
        <w:rPr>
          <w:rFonts w:asciiTheme="minorHAnsi" w:hAnsiTheme="minorHAnsi" w:cs="Times New Roman"/>
          <w:spacing w:val="1"/>
          <w:lang w:val="fr-FR"/>
        </w:rPr>
        <w:t xml:space="preserve"> </w:t>
      </w:r>
      <w:r w:rsidRPr="0011368A">
        <w:rPr>
          <w:rFonts w:asciiTheme="minorHAnsi" w:hAnsiTheme="minorHAnsi" w:cs="Times New Roman"/>
          <w:lang w:val="fr-FR"/>
        </w:rPr>
        <w:t xml:space="preserve">les </w:t>
      </w:r>
      <w:r w:rsidRPr="0011368A">
        <w:rPr>
          <w:rFonts w:asciiTheme="minorHAnsi" w:hAnsiTheme="minorHAnsi" w:cs="Times New Roman"/>
          <w:spacing w:val="-1"/>
          <w:lang w:val="fr-FR"/>
        </w:rPr>
        <w:t>normes</w:t>
      </w:r>
      <w:r w:rsidRPr="0011368A">
        <w:rPr>
          <w:rFonts w:asciiTheme="minorHAnsi" w:hAnsiTheme="minorHAnsi" w:cs="Times New Roman"/>
          <w:lang w:val="fr-FR"/>
        </w:rPr>
        <w:t xml:space="preserve"> anti</w:t>
      </w:r>
      <w:r w:rsidRPr="0011368A">
        <w:rPr>
          <w:rFonts w:asciiTheme="minorHAnsi" w:hAnsiTheme="minorHAnsi"/>
          <w:lang w:val="fr-FR"/>
        </w:rPr>
        <w:t xml:space="preserve">-pollution en </w:t>
      </w:r>
      <w:r w:rsidRPr="0011368A">
        <w:rPr>
          <w:rFonts w:asciiTheme="minorHAnsi" w:hAnsiTheme="minorHAnsi"/>
          <w:spacing w:val="-1"/>
          <w:lang w:val="fr-FR"/>
        </w:rPr>
        <w:t>vigueur</w:t>
      </w:r>
    </w:p>
    <w:p w:rsidR="00365D8F" w:rsidRPr="0011368A" w:rsidRDefault="002F6C9D" w:rsidP="00F61B9B">
      <w:pPr>
        <w:pStyle w:val="Corpsdetexte"/>
        <w:spacing w:before="6"/>
        <w:ind w:left="590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 xml:space="preserve">  </w:t>
      </w:r>
      <w:r w:rsidR="00365D8F" w:rsidRPr="0011368A">
        <w:rPr>
          <w:rFonts w:asciiTheme="minorHAnsi" w:hAnsiTheme="minorHAnsi" w:cs="Times New Roman"/>
          <w:lang w:val="fr-FR"/>
        </w:rPr>
        <w:t xml:space="preserve">Boite </w:t>
      </w:r>
      <w:r w:rsidR="00365D8F" w:rsidRPr="0011368A">
        <w:rPr>
          <w:rFonts w:asciiTheme="minorHAnsi" w:hAnsiTheme="minorHAnsi" w:cs="Times New Roman"/>
          <w:spacing w:val="-1"/>
          <w:lang w:val="fr-FR"/>
        </w:rPr>
        <w:t>manuelle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 xml:space="preserve">Banquette </w:t>
      </w:r>
      <w:r w:rsidRPr="0011368A">
        <w:rPr>
          <w:rFonts w:asciiTheme="minorHAnsi" w:hAnsiTheme="minorHAnsi" w:cs="Times New Roman"/>
          <w:spacing w:val="-1"/>
          <w:lang w:val="fr-FR"/>
        </w:rPr>
        <w:t>passagers</w:t>
      </w:r>
      <w:r w:rsidRPr="0011368A">
        <w:rPr>
          <w:rFonts w:asciiTheme="minorHAnsi" w:hAnsiTheme="minorHAnsi" w:cs="Times New Roman"/>
          <w:lang w:val="fr-FR"/>
        </w:rPr>
        <w:t xml:space="preserve"> à </w:t>
      </w:r>
      <w:r w:rsidRPr="0011368A">
        <w:rPr>
          <w:rFonts w:asciiTheme="minorHAnsi" w:hAnsiTheme="minorHAnsi" w:cs="Times New Roman"/>
          <w:spacing w:val="-1"/>
          <w:lang w:val="fr-FR"/>
        </w:rPr>
        <w:t>l'avant,</w:t>
      </w:r>
      <w:r w:rsidRPr="0011368A">
        <w:rPr>
          <w:rFonts w:asciiTheme="minorHAnsi" w:hAnsiTheme="minorHAnsi" w:cs="Times New Roman"/>
          <w:lang w:val="fr-FR"/>
        </w:rPr>
        <w:t xml:space="preserve"> 2 personnes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spacing w:val="-1"/>
          <w:lang w:val="fr-FR"/>
        </w:rPr>
        <w:t>ABS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spacing w:val="-1"/>
          <w:lang w:val="fr-FR"/>
        </w:rPr>
        <w:t>Climatisation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 xml:space="preserve">Poste radio FM, </w:t>
      </w:r>
      <w:r w:rsidRPr="0011368A">
        <w:rPr>
          <w:rFonts w:asciiTheme="minorHAnsi" w:hAnsiTheme="minorHAnsi" w:cs="Times New Roman"/>
          <w:spacing w:val="-1"/>
          <w:lang w:val="fr-FR"/>
        </w:rPr>
        <w:t>CD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 w:cs="Times New Roman"/>
          <w:lang w:val="fr-FR"/>
        </w:rPr>
        <w:t>Lot de se</w:t>
      </w:r>
      <w:r w:rsidRPr="0011368A">
        <w:rPr>
          <w:rFonts w:asciiTheme="minorHAnsi" w:hAnsiTheme="minorHAnsi"/>
          <w:lang w:val="fr-FR"/>
        </w:rPr>
        <w:t>cours et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>sécurité</w:t>
      </w:r>
    </w:p>
    <w:p w:rsidR="00365D8F" w:rsidRPr="0011368A" w:rsidRDefault="00365D8F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>Roue secours classique</w:t>
      </w:r>
    </w:p>
    <w:p w:rsidR="002F6C9D" w:rsidRPr="0011368A" w:rsidRDefault="002F6C9D" w:rsidP="00F61B9B">
      <w:pPr>
        <w:pStyle w:val="Corpsdetexte"/>
        <w:spacing w:before="6"/>
        <w:ind w:left="708"/>
        <w:jc w:val="both"/>
        <w:rPr>
          <w:rFonts w:asciiTheme="minorHAnsi" w:hAnsiTheme="minorHAnsi" w:cs="Times New Roman"/>
          <w:lang w:val="fr-FR"/>
        </w:rPr>
      </w:pPr>
      <w:r w:rsidRPr="0011368A">
        <w:rPr>
          <w:rFonts w:asciiTheme="minorHAnsi" w:hAnsiTheme="minorHAnsi" w:cs="Times New Roman"/>
          <w:lang w:val="fr-FR"/>
        </w:rPr>
        <w:t>Hauteur maximum  1,90 m</w:t>
      </w:r>
    </w:p>
    <w:p w:rsidR="00365D8F" w:rsidRPr="0011368A" w:rsidRDefault="00365D8F" w:rsidP="00F61B9B">
      <w:pPr>
        <w:pStyle w:val="Corpsdetexte"/>
        <w:spacing w:before="6"/>
        <w:jc w:val="both"/>
        <w:rPr>
          <w:rFonts w:asciiTheme="minorHAnsi" w:hAnsiTheme="minorHAnsi" w:cs="Times New Roman"/>
          <w:lang w:val="fr-FR"/>
        </w:rPr>
      </w:pPr>
    </w:p>
    <w:p w:rsidR="00365D8F" w:rsidRPr="0011368A" w:rsidRDefault="00365D8F" w:rsidP="00F61B9B">
      <w:pPr>
        <w:pStyle w:val="Titre4"/>
        <w:keepNext w:val="0"/>
        <w:keepLines w:val="0"/>
        <w:tabs>
          <w:tab w:val="left" w:pos="1043"/>
        </w:tabs>
        <w:spacing w:before="69"/>
        <w:jc w:val="both"/>
        <w:rPr>
          <w:rFonts w:asciiTheme="minorHAnsi" w:eastAsia="Times New Roman" w:hAnsiTheme="minorHAnsi" w:cs="Times New Roman"/>
          <w:i w:val="0"/>
          <w:color w:val="00B0F0"/>
          <w:lang w:val="fr-FR"/>
        </w:rPr>
      </w:pP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>Inscriptions</w:t>
      </w:r>
      <w:r w:rsidRPr="0011368A">
        <w:rPr>
          <w:rFonts w:asciiTheme="minorHAnsi" w:hAnsiTheme="minorHAnsi"/>
          <w:i w:val="0"/>
          <w:color w:val="00B0F0"/>
          <w:spacing w:val="-8"/>
          <w:lang w:val="fr-FR"/>
        </w:rPr>
        <w:t xml:space="preserve"> </w:t>
      </w: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>municipales</w:t>
      </w:r>
    </w:p>
    <w:p w:rsidR="00365D8F" w:rsidRPr="0011368A" w:rsidRDefault="00365D8F" w:rsidP="00F61B9B">
      <w:pPr>
        <w:pStyle w:val="Corpsdetexte"/>
        <w:spacing w:before="72"/>
        <w:ind w:left="622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2"/>
          <w:lang w:val="fr-FR"/>
        </w:rPr>
        <w:t>Il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devra</w:t>
      </w:r>
      <w:r w:rsidRPr="0011368A">
        <w:rPr>
          <w:rFonts w:asciiTheme="minorHAnsi" w:hAnsiTheme="minorHAnsi"/>
          <w:lang w:val="fr-FR"/>
        </w:rPr>
        <w:t xml:space="preserve"> </w:t>
      </w:r>
      <w:r w:rsidRPr="0011368A">
        <w:rPr>
          <w:rFonts w:asciiTheme="minorHAnsi" w:hAnsiTheme="minorHAnsi"/>
          <w:spacing w:val="-1"/>
          <w:lang w:val="fr-FR"/>
        </w:rPr>
        <w:t>figurer</w:t>
      </w:r>
    </w:p>
    <w:p w:rsidR="00DC5A3E" w:rsidRPr="00DC5A3E" w:rsidRDefault="00365D8F" w:rsidP="00F61B9B">
      <w:pPr>
        <w:pStyle w:val="Corpsdetexte"/>
        <w:numPr>
          <w:ilvl w:val="2"/>
          <w:numId w:val="3"/>
        </w:numPr>
        <w:tabs>
          <w:tab w:val="left" w:pos="1047"/>
        </w:tabs>
        <w:spacing w:before="5"/>
        <w:jc w:val="both"/>
        <w:rPr>
          <w:rFonts w:asciiTheme="minorHAnsi" w:hAnsiTheme="minorHAnsi"/>
          <w:lang w:val="fr-FR"/>
        </w:rPr>
      </w:pPr>
      <w:r w:rsidRPr="0011368A">
        <w:rPr>
          <w:rFonts w:asciiTheme="minorHAnsi" w:hAnsiTheme="minorHAnsi"/>
          <w:spacing w:val="-1"/>
          <w:lang w:val="fr-FR"/>
        </w:rPr>
        <w:t>sur</w:t>
      </w:r>
      <w:r w:rsidRPr="0011368A">
        <w:rPr>
          <w:rFonts w:asciiTheme="minorHAnsi" w:hAnsiTheme="minorHAnsi"/>
          <w:spacing w:val="1"/>
          <w:lang w:val="fr-FR"/>
        </w:rPr>
        <w:t xml:space="preserve"> </w:t>
      </w:r>
      <w:r w:rsidRPr="0011368A">
        <w:rPr>
          <w:rFonts w:asciiTheme="minorHAnsi" w:hAnsiTheme="minorHAnsi"/>
          <w:lang w:val="fr-FR"/>
        </w:rPr>
        <w:t xml:space="preserve">la partie frontale </w:t>
      </w:r>
      <w:r w:rsidR="0011368A" w:rsidRPr="0011368A">
        <w:rPr>
          <w:rFonts w:asciiTheme="minorHAnsi" w:hAnsiTheme="minorHAnsi"/>
          <w:lang w:val="fr-FR"/>
        </w:rPr>
        <w:t xml:space="preserve"> et/ou </w:t>
      </w:r>
      <w:r w:rsidR="00332680">
        <w:rPr>
          <w:rFonts w:asciiTheme="minorHAnsi" w:hAnsiTheme="minorHAnsi"/>
          <w:lang w:val="fr-FR"/>
        </w:rPr>
        <w:t>latérale</w:t>
      </w:r>
      <w:r w:rsidRPr="0011368A">
        <w:rPr>
          <w:rFonts w:asciiTheme="minorHAnsi" w:hAnsiTheme="minorHAnsi"/>
          <w:lang w:val="fr-FR"/>
        </w:rPr>
        <w:t xml:space="preserve"> du véhicule :</w:t>
      </w:r>
      <w:r w:rsidR="002F6C9D" w:rsidRPr="0011368A">
        <w:rPr>
          <w:rFonts w:asciiTheme="minorHAnsi" w:hAnsiTheme="minorHAnsi"/>
          <w:lang w:val="fr-FR"/>
        </w:rPr>
        <w:t xml:space="preserve">  </w:t>
      </w:r>
      <w:r w:rsidR="002F6C9D" w:rsidRPr="0011368A">
        <w:rPr>
          <w:rFonts w:asciiTheme="minorHAnsi" w:hAnsiTheme="minorHAnsi"/>
          <w:lang w:val="fr-FR"/>
        </w:rPr>
        <w:tab/>
      </w:r>
      <w:r w:rsidRPr="0011368A">
        <w:rPr>
          <w:rFonts w:asciiTheme="minorHAnsi" w:hAnsiTheme="minorHAnsi"/>
          <w:lang w:val="fr-FR"/>
        </w:rPr>
        <w:t xml:space="preserve">le </w:t>
      </w:r>
      <w:r w:rsidRPr="0011368A">
        <w:rPr>
          <w:rFonts w:asciiTheme="minorHAnsi" w:hAnsiTheme="minorHAnsi"/>
          <w:spacing w:val="-1"/>
          <w:lang w:val="fr-FR"/>
        </w:rPr>
        <w:t>logo</w:t>
      </w:r>
      <w:r w:rsidRPr="0011368A">
        <w:rPr>
          <w:rFonts w:asciiTheme="minorHAnsi" w:hAnsiTheme="minorHAnsi"/>
          <w:lang w:val="fr-FR"/>
        </w:rPr>
        <w:t xml:space="preserve"> de la </w:t>
      </w:r>
      <w:r w:rsidRPr="0011368A">
        <w:rPr>
          <w:rFonts w:asciiTheme="minorHAnsi" w:hAnsiTheme="minorHAnsi"/>
          <w:spacing w:val="-1"/>
          <w:lang w:val="fr-FR"/>
        </w:rPr>
        <w:t>ville</w:t>
      </w:r>
      <w:r w:rsidRPr="0011368A">
        <w:rPr>
          <w:rFonts w:asciiTheme="minorHAnsi" w:hAnsiTheme="minorHAnsi"/>
          <w:lang w:val="fr-FR"/>
        </w:rPr>
        <w:t xml:space="preserve"> de </w:t>
      </w:r>
      <w:r w:rsidRPr="0011368A">
        <w:rPr>
          <w:rFonts w:asciiTheme="minorHAnsi" w:hAnsiTheme="minorHAnsi"/>
          <w:spacing w:val="-1"/>
          <w:lang w:val="fr-FR"/>
        </w:rPr>
        <w:t>Juvignac</w:t>
      </w:r>
      <w:r w:rsidR="0011368A" w:rsidRPr="0011368A">
        <w:rPr>
          <w:rFonts w:asciiTheme="minorHAnsi" w:hAnsiTheme="minorHAnsi"/>
          <w:spacing w:val="-1"/>
          <w:lang w:val="fr-FR"/>
        </w:rPr>
        <w:t xml:space="preserve"> en bonne visibilité et en harmonie avec les véhicules de la ville de Juvignac</w:t>
      </w:r>
      <w:r w:rsidR="00DC5A3E">
        <w:rPr>
          <w:rFonts w:asciiTheme="minorHAnsi" w:hAnsiTheme="minorHAnsi"/>
          <w:spacing w:val="-1"/>
          <w:lang w:val="fr-FR"/>
        </w:rPr>
        <w:t xml:space="preserve"> aux dimensions suivantes : </w:t>
      </w:r>
    </w:p>
    <w:p w:rsidR="00365D8F" w:rsidRDefault="00DC5A3E" w:rsidP="00F61B9B">
      <w:pPr>
        <w:pStyle w:val="Corpsdetexte"/>
        <w:tabs>
          <w:tab w:val="left" w:pos="1047"/>
        </w:tabs>
        <w:spacing w:before="5"/>
        <w:ind w:left="1046"/>
        <w:jc w:val="both"/>
        <w:rPr>
          <w:rFonts w:asciiTheme="minorHAnsi" w:hAnsiTheme="minorHAnsi"/>
          <w:spacing w:val="-1"/>
          <w:lang w:val="fr-FR"/>
        </w:rPr>
      </w:pPr>
      <w:r>
        <w:rPr>
          <w:rFonts w:asciiTheme="minorHAnsi" w:hAnsiTheme="minorHAnsi"/>
          <w:spacing w:val="-1"/>
          <w:lang w:val="fr-FR"/>
        </w:rPr>
        <w:t>Largeur 24cm et  hauteur 39 cm</w:t>
      </w:r>
    </w:p>
    <w:p w:rsidR="00332680" w:rsidRDefault="00332680" w:rsidP="00F61B9B">
      <w:pPr>
        <w:pStyle w:val="Corpsdetexte"/>
        <w:tabs>
          <w:tab w:val="left" w:pos="1047"/>
        </w:tabs>
        <w:spacing w:before="5"/>
        <w:ind w:left="1046"/>
        <w:jc w:val="both"/>
        <w:rPr>
          <w:rFonts w:asciiTheme="minorHAnsi" w:hAnsiTheme="minorHAnsi"/>
          <w:spacing w:val="-1"/>
          <w:lang w:val="fr-FR"/>
        </w:rPr>
      </w:pPr>
    </w:p>
    <w:p w:rsidR="00332680" w:rsidRPr="0011368A" w:rsidRDefault="00332680" w:rsidP="00F61B9B">
      <w:pPr>
        <w:pStyle w:val="Corpsdetexte"/>
        <w:tabs>
          <w:tab w:val="left" w:pos="1047"/>
        </w:tabs>
        <w:spacing w:before="5"/>
        <w:ind w:left="1046"/>
        <w:jc w:val="both"/>
        <w:rPr>
          <w:rFonts w:asciiTheme="minorHAnsi" w:hAnsiTheme="minorHAnsi"/>
          <w:lang w:val="fr-FR"/>
        </w:rPr>
      </w:pPr>
    </w:p>
    <w:p w:rsidR="00365D8F" w:rsidRPr="0011368A" w:rsidRDefault="00365D8F" w:rsidP="00F61B9B">
      <w:pPr>
        <w:pStyle w:val="Corpsdetexte"/>
        <w:tabs>
          <w:tab w:val="left" w:pos="1755"/>
        </w:tabs>
        <w:spacing w:before="6"/>
        <w:ind w:left="1754"/>
        <w:jc w:val="both"/>
        <w:rPr>
          <w:rFonts w:asciiTheme="minorHAnsi" w:hAnsiTheme="minorHAnsi"/>
          <w:lang w:val="fr-FR"/>
        </w:rPr>
      </w:pPr>
    </w:p>
    <w:p w:rsidR="00365D8F" w:rsidRPr="0011368A" w:rsidRDefault="00365D8F" w:rsidP="00F61B9B">
      <w:pPr>
        <w:spacing w:before="5"/>
        <w:jc w:val="both"/>
        <w:rPr>
          <w:rFonts w:eastAsia="Times New Roman" w:cs="Times New Roman"/>
          <w:lang w:val="fr-FR"/>
        </w:rPr>
      </w:pPr>
    </w:p>
    <w:p w:rsidR="00365D8F" w:rsidRPr="0011368A" w:rsidRDefault="00365D8F" w:rsidP="00F61B9B">
      <w:pPr>
        <w:pStyle w:val="Titre4"/>
        <w:keepNext w:val="0"/>
        <w:keepLines w:val="0"/>
        <w:tabs>
          <w:tab w:val="left" w:pos="1043"/>
        </w:tabs>
        <w:spacing w:before="0"/>
        <w:jc w:val="both"/>
        <w:rPr>
          <w:rFonts w:asciiTheme="minorHAnsi" w:hAnsiTheme="minorHAnsi"/>
          <w:i w:val="0"/>
          <w:color w:val="00B0F0"/>
          <w:lang w:val="fr-FR"/>
        </w:rPr>
      </w:pPr>
      <w:bookmarkStart w:id="4" w:name="_bookmark26"/>
      <w:bookmarkEnd w:id="4"/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lastRenderedPageBreak/>
        <w:t>Emplacements</w:t>
      </w:r>
      <w:r w:rsidR="002F6C9D" w:rsidRPr="0011368A">
        <w:rPr>
          <w:rFonts w:asciiTheme="minorHAnsi" w:hAnsiTheme="minorHAnsi"/>
          <w:i w:val="0"/>
          <w:color w:val="00B0F0"/>
          <w:spacing w:val="-1"/>
          <w:lang w:val="fr-FR"/>
        </w:rPr>
        <w:t xml:space="preserve"> </w:t>
      </w:r>
      <w:r w:rsidRPr="0011368A">
        <w:rPr>
          <w:rFonts w:asciiTheme="minorHAnsi" w:hAnsiTheme="minorHAnsi"/>
          <w:i w:val="0"/>
          <w:color w:val="00B0F0"/>
          <w:spacing w:val="-8"/>
          <w:lang w:val="fr-FR"/>
        </w:rPr>
        <w:t xml:space="preserve"> </w:t>
      </w:r>
      <w:r w:rsidRPr="0011368A">
        <w:rPr>
          <w:rFonts w:asciiTheme="minorHAnsi" w:hAnsiTheme="minorHAnsi"/>
          <w:i w:val="0"/>
          <w:color w:val="00B0F0"/>
          <w:spacing w:val="-1"/>
          <w:lang w:val="fr-FR"/>
        </w:rPr>
        <w:t>publicitaires</w:t>
      </w:r>
    </w:p>
    <w:p w:rsidR="00365D8F" w:rsidRPr="0011368A" w:rsidRDefault="00365D8F" w:rsidP="00F61B9B">
      <w:pPr>
        <w:spacing w:before="1"/>
        <w:jc w:val="both"/>
        <w:rPr>
          <w:rFonts w:eastAsia="Times New Roman" w:cs="Times New Roman"/>
          <w:i/>
          <w:lang w:val="fr-FR"/>
        </w:rPr>
      </w:pPr>
    </w:p>
    <w:p w:rsidR="00365D8F" w:rsidRPr="00DC5A3E" w:rsidRDefault="00365D8F" w:rsidP="00F61B9B">
      <w:pPr>
        <w:pStyle w:val="Corpsdetexte"/>
        <w:spacing w:before="72"/>
        <w:ind w:left="622"/>
        <w:jc w:val="both"/>
        <w:rPr>
          <w:rFonts w:asciiTheme="minorHAnsi" w:hAnsiTheme="minorHAnsi"/>
          <w:lang w:val="fr-FR"/>
        </w:rPr>
      </w:pPr>
      <w:r w:rsidRPr="00DC5A3E">
        <w:rPr>
          <w:rFonts w:asciiTheme="minorHAnsi" w:hAnsiTheme="minorHAnsi"/>
          <w:lang w:val="fr-FR"/>
        </w:rPr>
        <w:t xml:space="preserve">La </w:t>
      </w:r>
      <w:r w:rsidRPr="00DC5A3E">
        <w:rPr>
          <w:rFonts w:asciiTheme="minorHAnsi" w:hAnsiTheme="minorHAnsi"/>
          <w:spacing w:val="-1"/>
          <w:lang w:val="fr-FR"/>
        </w:rPr>
        <w:t>société</w:t>
      </w:r>
      <w:r w:rsidRPr="00DC5A3E">
        <w:rPr>
          <w:rFonts w:asciiTheme="minorHAnsi" w:hAnsiTheme="minorHAnsi"/>
          <w:lang w:val="fr-FR"/>
        </w:rPr>
        <w:t xml:space="preserve"> </w:t>
      </w:r>
      <w:r w:rsidRPr="00DC5A3E">
        <w:rPr>
          <w:rFonts w:asciiTheme="minorHAnsi" w:hAnsiTheme="minorHAnsi"/>
          <w:spacing w:val="-1"/>
          <w:lang w:val="fr-FR"/>
        </w:rPr>
        <w:t>dispose</w:t>
      </w:r>
      <w:r w:rsidRPr="00DC5A3E">
        <w:rPr>
          <w:rFonts w:asciiTheme="minorHAnsi" w:hAnsiTheme="minorHAnsi"/>
          <w:lang w:val="fr-FR"/>
        </w:rPr>
        <w:t xml:space="preserve"> </w:t>
      </w:r>
      <w:r w:rsidRPr="00DC5A3E">
        <w:rPr>
          <w:rFonts w:asciiTheme="minorHAnsi" w:hAnsiTheme="minorHAnsi"/>
          <w:spacing w:val="-1"/>
          <w:lang w:val="fr-FR"/>
        </w:rPr>
        <w:t>d'emplacements</w:t>
      </w:r>
      <w:r w:rsidRPr="00DC5A3E">
        <w:rPr>
          <w:rFonts w:asciiTheme="minorHAnsi" w:hAnsiTheme="minorHAnsi"/>
          <w:lang w:val="fr-FR"/>
        </w:rPr>
        <w:t xml:space="preserve"> publicitaires </w:t>
      </w:r>
      <w:r w:rsidRPr="00DC5A3E">
        <w:rPr>
          <w:rFonts w:asciiTheme="minorHAnsi" w:hAnsiTheme="minorHAnsi"/>
          <w:spacing w:val="-1"/>
          <w:lang w:val="fr-FR"/>
        </w:rPr>
        <w:t>sur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>le véhicule.</w:t>
      </w:r>
    </w:p>
    <w:p w:rsidR="00365D8F" w:rsidRPr="00DC5A3E" w:rsidRDefault="00365D8F" w:rsidP="00F61B9B">
      <w:pPr>
        <w:pStyle w:val="Corpsdetexte"/>
        <w:spacing w:line="245" w:lineRule="auto"/>
        <w:ind w:left="621" w:right="211"/>
        <w:jc w:val="both"/>
        <w:rPr>
          <w:rFonts w:asciiTheme="minorHAnsi" w:hAnsiTheme="minorHAnsi"/>
          <w:lang w:val="fr-FR"/>
        </w:rPr>
      </w:pPr>
      <w:r w:rsidRPr="00DC5A3E">
        <w:rPr>
          <w:rFonts w:asciiTheme="minorHAnsi" w:hAnsiTheme="minorHAnsi"/>
          <w:lang w:val="fr-FR"/>
        </w:rPr>
        <w:t>La vitre arrière du minibus présentera une/ou des publicités avec flocage transparent</w:t>
      </w:r>
      <w:r w:rsidR="0011368A" w:rsidRPr="00DC5A3E">
        <w:rPr>
          <w:rFonts w:asciiTheme="minorHAnsi" w:hAnsiTheme="minorHAnsi"/>
          <w:lang w:val="fr-FR"/>
        </w:rPr>
        <w:t>. Elles</w:t>
      </w:r>
      <w:r w:rsidRPr="00DC5A3E">
        <w:rPr>
          <w:rFonts w:asciiTheme="minorHAnsi" w:hAnsiTheme="minorHAnsi"/>
          <w:lang w:val="fr-FR"/>
        </w:rPr>
        <w:t xml:space="preserve"> </w:t>
      </w:r>
      <w:r w:rsidRPr="00DC5A3E">
        <w:rPr>
          <w:rFonts w:asciiTheme="minorHAnsi" w:hAnsiTheme="minorHAnsi"/>
          <w:spacing w:val="-1"/>
          <w:lang w:val="fr-FR"/>
        </w:rPr>
        <w:t>devront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spacing w:val="-1"/>
          <w:lang w:val="fr-FR"/>
        </w:rPr>
        <w:t>permettre</w:t>
      </w:r>
      <w:r w:rsidRPr="00DC5A3E">
        <w:rPr>
          <w:rFonts w:asciiTheme="minorHAnsi" w:hAnsiTheme="minorHAnsi"/>
          <w:lang w:val="fr-FR"/>
        </w:rPr>
        <w:t xml:space="preserve"> la visibilité des </w:t>
      </w:r>
      <w:r w:rsidRPr="00DC5A3E">
        <w:rPr>
          <w:rFonts w:asciiTheme="minorHAnsi" w:hAnsiTheme="minorHAnsi"/>
          <w:spacing w:val="-1"/>
          <w:lang w:val="fr-FR"/>
        </w:rPr>
        <w:t>passagers</w:t>
      </w:r>
      <w:r w:rsidRPr="00DC5A3E">
        <w:rPr>
          <w:rFonts w:asciiTheme="minorHAnsi" w:hAnsiTheme="minorHAnsi"/>
          <w:spacing w:val="87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 xml:space="preserve">depuis </w:t>
      </w:r>
      <w:r w:rsidRPr="00DC5A3E">
        <w:rPr>
          <w:rFonts w:asciiTheme="minorHAnsi" w:hAnsiTheme="minorHAnsi"/>
          <w:spacing w:val="-1"/>
          <w:lang w:val="fr-FR"/>
        </w:rPr>
        <w:t>l'intérieur</w:t>
      </w:r>
      <w:r w:rsidR="0011368A" w:rsidRPr="00DC5A3E">
        <w:rPr>
          <w:rFonts w:asciiTheme="minorHAnsi" w:hAnsiTheme="minorHAnsi"/>
          <w:spacing w:val="-1"/>
          <w:lang w:val="fr-FR"/>
        </w:rPr>
        <w:t xml:space="preserve"> vers l’extérieur.</w:t>
      </w:r>
    </w:p>
    <w:p w:rsidR="00365D8F" w:rsidRPr="00DC5A3E" w:rsidRDefault="00365D8F" w:rsidP="00F61B9B">
      <w:pPr>
        <w:spacing w:before="1"/>
        <w:jc w:val="both"/>
        <w:rPr>
          <w:rFonts w:eastAsia="Times New Roman" w:cs="Times New Roman"/>
          <w:lang w:val="fr-FR"/>
        </w:rPr>
      </w:pPr>
    </w:p>
    <w:p w:rsidR="00365D8F" w:rsidRPr="00DC5A3E" w:rsidRDefault="00365D8F" w:rsidP="00F61B9B">
      <w:pPr>
        <w:pStyle w:val="Corpsdetexte"/>
        <w:spacing w:line="245" w:lineRule="auto"/>
        <w:ind w:left="621" w:right="347"/>
        <w:jc w:val="both"/>
        <w:rPr>
          <w:rFonts w:asciiTheme="minorHAnsi" w:hAnsiTheme="minorHAnsi"/>
          <w:lang w:val="fr-FR"/>
        </w:rPr>
      </w:pPr>
      <w:r w:rsidRPr="00DC5A3E">
        <w:rPr>
          <w:rFonts w:asciiTheme="minorHAnsi" w:hAnsiTheme="minorHAnsi"/>
          <w:lang w:val="fr-FR"/>
        </w:rPr>
        <w:t xml:space="preserve">La </w:t>
      </w:r>
      <w:r w:rsidRPr="00DC5A3E">
        <w:rPr>
          <w:rFonts w:asciiTheme="minorHAnsi" w:hAnsiTheme="minorHAnsi"/>
          <w:spacing w:val="-1"/>
          <w:lang w:val="fr-FR"/>
        </w:rPr>
        <w:t>ville</w:t>
      </w:r>
      <w:r w:rsidRPr="00DC5A3E">
        <w:rPr>
          <w:rFonts w:asciiTheme="minorHAnsi" w:hAnsiTheme="minorHAnsi"/>
          <w:lang w:val="fr-FR"/>
        </w:rPr>
        <w:t xml:space="preserve"> de </w:t>
      </w:r>
      <w:r w:rsidRPr="00DC5A3E">
        <w:rPr>
          <w:rFonts w:asciiTheme="minorHAnsi" w:hAnsiTheme="minorHAnsi"/>
          <w:spacing w:val="-1"/>
          <w:lang w:val="fr-FR"/>
        </w:rPr>
        <w:t>Juvignac n'apposera</w:t>
      </w:r>
      <w:r w:rsidRPr="00DC5A3E">
        <w:rPr>
          <w:rFonts w:asciiTheme="minorHAnsi" w:hAnsiTheme="minorHAnsi"/>
          <w:lang w:val="fr-FR"/>
        </w:rPr>
        <w:t xml:space="preserve"> aucune autre publicité que celle </w:t>
      </w:r>
      <w:r w:rsidRPr="00DC5A3E">
        <w:rPr>
          <w:rFonts w:asciiTheme="minorHAnsi" w:hAnsiTheme="minorHAnsi"/>
          <w:spacing w:val="-1"/>
          <w:lang w:val="fr-FR"/>
        </w:rPr>
        <w:t>émanant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>du prestataire</w:t>
      </w:r>
      <w:r w:rsidRPr="00DC5A3E">
        <w:rPr>
          <w:rFonts w:asciiTheme="minorHAnsi" w:hAnsiTheme="minorHAnsi"/>
          <w:spacing w:val="45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>pendant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="00332680">
        <w:rPr>
          <w:rFonts w:asciiTheme="minorHAnsi" w:hAnsiTheme="minorHAnsi"/>
          <w:lang w:val="fr-FR"/>
        </w:rPr>
        <w:t>toute la durée du contrat </w:t>
      </w:r>
      <w:proofErr w:type="gramStart"/>
      <w:r w:rsidR="00332680">
        <w:rPr>
          <w:rFonts w:asciiTheme="minorHAnsi" w:hAnsiTheme="minorHAnsi"/>
          <w:lang w:val="fr-FR"/>
        </w:rPr>
        <w:t xml:space="preserve">: </w:t>
      </w:r>
      <w:r w:rsidRPr="00DC5A3E">
        <w:rPr>
          <w:rFonts w:asciiTheme="minorHAnsi" w:hAnsiTheme="minorHAnsi"/>
          <w:lang w:val="fr-FR"/>
        </w:rPr>
        <w:t xml:space="preserve"> </w:t>
      </w:r>
      <w:r w:rsidRPr="00DC5A3E">
        <w:rPr>
          <w:rFonts w:asciiTheme="minorHAnsi" w:hAnsiTheme="minorHAnsi"/>
          <w:spacing w:val="-1"/>
          <w:lang w:val="fr-FR"/>
        </w:rPr>
        <w:t>hormis</w:t>
      </w:r>
      <w:proofErr w:type="gramEnd"/>
      <w:r w:rsidR="00332680">
        <w:rPr>
          <w:rFonts w:asciiTheme="minorHAnsi" w:hAnsiTheme="minorHAnsi"/>
          <w:lang w:val="fr-FR"/>
        </w:rPr>
        <w:t xml:space="preserve"> le</w:t>
      </w:r>
      <w:r w:rsidRPr="00DC5A3E">
        <w:rPr>
          <w:rFonts w:asciiTheme="minorHAnsi" w:hAnsiTheme="minorHAnsi"/>
          <w:lang w:val="fr-FR"/>
        </w:rPr>
        <w:t xml:space="preserve"> </w:t>
      </w:r>
      <w:r w:rsidRPr="00DC5A3E">
        <w:rPr>
          <w:rFonts w:asciiTheme="minorHAnsi" w:hAnsiTheme="minorHAnsi"/>
          <w:spacing w:val="-1"/>
          <w:lang w:val="fr-FR"/>
        </w:rPr>
        <w:t>logo</w:t>
      </w:r>
      <w:r w:rsidR="00332680">
        <w:rPr>
          <w:rFonts w:asciiTheme="minorHAnsi" w:hAnsiTheme="minorHAnsi"/>
          <w:spacing w:val="-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 xml:space="preserve">de la </w:t>
      </w:r>
      <w:r w:rsidRPr="00DC5A3E">
        <w:rPr>
          <w:rFonts w:asciiTheme="minorHAnsi" w:hAnsiTheme="minorHAnsi"/>
          <w:spacing w:val="-2"/>
          <w:lang w:val="fr-FR"/>
        </w:rPr>
        <w:t>commune</w:t>
      </w:r>
      <w:r w:rsidR="00332680">
        <w:rPr>
          <w:rFonts w:asciiTheme="minorHAnsi" w:hAnsiTheme="minorHAnsi"/>
          <w:lang w:val="fr-FR"/>
        </w:rPr>
        <w:t xml:space="preserve"> (</w:t>
      </w:r>
      <w:proofErr w:type="spellStart"/>
      <w:r w:rsidR="00332680">
        <w:rPr>
          <w:rFonts w:asciiTheme="minorHAnsi" w:hAnsiTheme="minorHAnsi"/>
          <w:lang w:val="fr-FR"/>
        </w:rPr>
        <w:t>cf</w:t>
      </w:r>
      <w:proofErr w:type="spellEnd"/>
      <w:r w:rsidR="00332680">
        <w:rPr>
          <w:rFonts w:asciiTheme="minorHAnsi" w:hAnsiTheme="minorHAnsi"/>
          <w:lang w:val="fr-FR"/>
        </w:rPr>
        <w:t xml:space="preserve"> point précédent).</w:t>
      </w:r>
    </w:p>
    <w:p w:rsidR="00365D8F" w:rsidRPr="00DC5A3E" w:rsidRDefault="00365D8F" w:rsidP="00F61B9B">
      <w:pPr>
        <w:spacing w:before="6"/>
        <w:jc w:val="both"/>
        <w:rPr>
          <w:rFonts w:eastAsia="Times New Roman" w:cs="Times New Roman"/>
          <w:lang w:val="fr-FR"/>
        </w:rPr>
      </w:pPr>
    </w:p>
    <w:p w:rsidR="00365D8F" w:rsidRPr="00DC5A3E" w:rsidRDefault="00365D8F" w:rsidP="00F61B9B">
      <w:pPr>
        <w:pStyle w:val="Corpsdetexte"/>
        <w:spacing w:line="245" w:lineRule="auto"/>
        <w:ind w:left="621" w:right="222"/>
        <w:jc w:val="both"/>
        <w:rPr>
          <w:rFonts w:asciiTheme="minorHAnsi" w:hAnsiTheme="minorHAnsi" w:cs="Times New Roman"/>
          <w:lang w:val="fr-FR"/>
        </w:rPr>
      </w:pPr>
      <w:r w:rsidRPr="00DC5A3E">
        <w:rPr>
          <w:rFonts w:asciiTheme="minorHAnsi" w:hAnsiTheme="minorHAnsi"/>
          <w:lang w:val="fr-FR"/>
        </w:rPr>
        <w:t xml:space="preserve">Le prestataire </w:t>
      </w:r>
      <w:r w:rsidRPr="00DC5A3E">
        <w:rPr>
          <w:rFonts w:asciiTheme="minorHAnsi" w:hAnsiTheme="minorHAnsi"/>
          <w:spacing w:val="-2"/>
          <w:lang w:val="fr-FR"/>
        </w:rPr>
        <w:t>s'engage</w:t>
      </w:r>
      <w:r w:rsidRPr="00DC5A3E">
        <w:rPr>
          <w:rFonts w:asciiTheme="minorHAnsi" w:hAnsiTheme="minorHAnsi"/>
          <w:lang w:val="fr-FR"/>
        </w:rPr>
        <w:t xml:space="preserve"> à ce que les annonces publicitaires ne présentent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>pas un caractère politique</w:t>
      </w:r>
      <w:r w:rsidRPr="00DC5A3E">
        <w:rPr>
          <w:rFonts w:asciiTheme="minorHAnsi" w:hAnsiTheme="minorHAnsi"/>
          <w:spacing w:val="32"/>
          <w:lang w:val="fr-FR"/>
        </w:rPr>
        <w:t xml:space="preserve"> </w:t>
      </w:r>
      <w:r w:rsidR="0011368A" w:rsidRPr="00DC5A3E">
        <w:rPr>
          <w:rFonts w:asciiTheme="minorHAnsi" w:hAnsiTheme="minorHAnsi"/>
          <w:spacing w:val="32"/>
          <w:lang w:val="fr-FR"/>
        </w:rPr>
        <w:t xml:space="preserve">et religieux </w:t>
      </w:r>
      <w:r w:rsidRPr="00DC5A3E">
        <w:rPr>
          <w:rFonts w:asciiTheme="minorHAnsi" w:hAnsiTheme="minorHAnsi"/>
          <w:lang w:val="fr-FR"/>
        </w:rPr>
        <w:t>et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>ne soient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 xml:space="preserve">pas contraires aux bonnes </w:t>
      </w:r>
      <w:r w:rsidRPr="00DC5A3E">
        <w:rPr>
          <w:rFonts w:asciiTheme="minorHAnsi" w:hAnsiTheme="minorHAnsi"/>
          <w:spacing w:val="-2"/>
          <w:lang w:val="fr-FR"/>
        </w:rPr>
        <w:t>mœurs</w:t>
      </w:r>
      <w:r w:rsidRPr="00DC5A3E">
        <w:rPr>
          <w:rFonts w:asciiTheme="minorHAnsi" w:hAnsiTheme="minorHAnsi"/>
          <w:lang w:val="fr-FR"/>
        </w:rPr>
        <w:t xml:space="preserve"> et</w:t>
      </w:r>
      <w:r w:rsidRPr="00DC5A3E">
        <w:rPr>
          <w:rFonts w:asciiTheme="minorHAnsi" w:hAnsiTheme="minorHAnsi"/>
          <w:spacing w:val="1"/>
          <w:lang w:val="fr-FR"/>
        </w:rPr>
        <w:t xml:space="preserve"> </w:t>
      </w:r>
      <w:r w:rsidRPr="00DC5A3E">
        <w:rPr>
          <w:rFonts w:asciiTheme="minorHAnsi" w:hAnsiTheme="minorHAnsi"/>
          <w:lang w:val="fr-FR"/>
        </w:rPr>
        <w:t xml:space="preserve">lois en </w:t>
      </w:r>
      <w:r w:rsidRPr="00DC5A3E">
        <w:rPr>
          <w:rFonts w:asciiTheme="minorHAnsi" w:hAnsiTheme="minorHAnsi"/>
          <w:spacing w:val="-1"/>
          <w:lang w:val="fr-FR"/>
        </w:rPr>
        <w:t>vigueur.</w:t>
      </w:r>
    </w:p>
    <w:p w:rsidR="0013356D" w:rsidRPr="0013356D" w:rsidRDefault="0013356D" w:rsidP="00F61B9B">
      <w:pPr>
        <w:tabs>
          <w:tab w:val="left" w:pos="851"/>
          <w:tab w:val="left" w:pos="5954"/>
        </w:tabs>
        <w:jc w:val="both"/>
        <w:rPr>
          <w:lang w:val="fr-FR"/>
        </w:rPr>
      </w:pPr>
    </w:p>
    <w:sectPr w:rsidR="0013356D" w:rsidRPr="0013356D" w:rsidSect="00BB7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64" w:bottom="907" w:left="96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56D" w:rsidRDefault="0013356D">
      <w:r>
        <w:separator/>
      </w:r>
    </w:p>
  </w:endnote>
  <w:endnote w:type="continuationSeparator" w:id="0">
    <w:p w:rsidR="0013356D" w:rsidRDefault="0013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42" w:rsidRDefault="0089704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FB" w:rsidRPr="00897042" w:rsidRDefault="00F87117" w:rsidP="00897042">
    <w:pPr>
      <w:pStyle w:val="Pieddepage"/>
      <w:jc w:val="center"/>
      <w:rPr>
        <w:sz w:val="18"/>
        <w:szCs w:val="18"/>
        <w:lang w:val="fr-FR"/>
      </w:rPr>
    </w:pPr>
    <w:r w:rsidRPr="00897042">
      <w:rPr>
        <w:sz w:val="18"/>
        <w:szCs w:val="18"/>
        <w:lang w:val="fr-FR"/>
      </w:rPr>
      <w:t>CCTP – Direction des marchés publics de la ville de Juvignac 34990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CA" w:rsidRPr="00065E7D" w:rsidRDefault="00414ACA" w:rsidP="009F6CF1">
    <w:pPr>
      <w:pStyle w:val="Pieddepage"/>
      <w:jc w:val="center"/>
      <w:rPr>
        <w:rFonts w:cs="Arial"/>
        <w:sz w:val="16"/>
        <w:szCs w:val="16"/>
        <w:lang w:val="fr-FR"/>
      </w:rPr>
    </w:pPr>
    <w:r w:rsidRPr="00065E7D">
      <w:rPr>
        <w:rFonts w:cs="Arial"/>
        <w:sz w:val="16"/>
        <w:szCs w:val="16"/>
        <w:lang w:val="fr-FR"/>
      </w:rPr>
      <w:t>997, les allées de l’Europe 34990 JUVIGNAC</w:t>
    </w:r>
  </w:p>
  <w:p w:rsidR="00414ACA" w:rsidRPr="00065E7D" w:rsidRDefault="00414ACA" w:rsidP="009F6CF1">
    <w:pPr>
      <w:pStyle w:val="Pieddepage"/>
      <w:jc w:val="center"/>
      <w:rPr>
        <w:rFonts w:cs="Arial"/>
        <w:sz w:val="16"/>
        <w:szCs w:val="16"/>
        <w:lang w:val="fr-FR"/>
      </w:rPr>
    </w:pPr>
    <w:r w:rsidRPr="00065E7D">
      <w:rPr>
        <w:rFonts w:cs="Arial"/>
        <w:sz w:val="16"/>
        <w:szCs w:val="16"/>
        <w:lang w:val="fr-FR"/>
      </w:rPr>
      <w:t>Tél. 04 67 10 42 42 – Fax : 04 67 10 40 49</w:t>
    </w:r>
  </w:p>
  <w:p w:rsidR="00414ACA" w:rsidRPr="00065E7D" w:rsidRDefault="00332680" w:rsidP="009F6CF1">
    <w:pPr>
      <w:pStyle w:val="Pieddepage"/>
      <w:jc w:val="center"/>
      <w:rPr>
        <w:rFonts w:cstheme="minorHAnsi"/>
        <w:sz w:val="16"/>
        <w:szCs w:val="16"/>
        <w:lang w:val="fr-FR"/>
      </w:rPr>
    </w:pPr>
    <w:hyperlink r:id="rId1" w:history="1">
      <w:r w:rsidR="00414ACA" w:rsidRPr="00065E7D">
        <w:rPr>
          <w:rStyle w:val="Lienhypertexte"/>
          <w:rFonts w:cstheme="minorHAnsi"/>
          <w:color w:val="auto"/>
          <w:sz w:val="16"/>
          <w:szCs w:val="16"/>
          <w:lang w:val="fr-FR"/>
        </w:rPr>
        <w:t>www.juvignac.fr</w:t>
      </w:r>
    </w:hyperlink>
    <w:r w:rsidR="00414ACA" w:rsidRPr="00065E7D">
      <w:rPr>
        <w:rFonts w:cstheme="minorHAnsi"/>
        <w:sz w:val="16"/>
        <w:szCs w:val="16"/>
        <w:lang w:val="fr-FR"/>
      </w:rPr>
      <w:t xml:space="preserve">     </w:t>
    </w:r>
  </w:p>
  <w:p w:rsidR="00414ACA" w:rsidRPr="00065E7D" w:rsidRDefault="00414ACA" w:rsidP="009F6CF1">
    <w:pPr>
      <w:pStyle w:val="Pieddepage"/>
      <w:jc w:val="center"/>
      <w:rPr>
        <w:rFonts w:cstheme="minorHAnsi"/>
        <w:sz w:val="16"/>
        <w:szCs w:val="16"/>
        <w:lang w:val="fr-FR"/>
      </w:rPr>
    </w:pPr>
    <w:r w:rsidRPr="00065E7D">
      <w:rPr>
        <w:rFonts w:cstheme="minorHAnsi"/>
        <w:sz w:val="16"/>
        <w:szCs w:val="16"/>
        <w:lang w:val="fr-FR"/>
      </w:rPr>
      <w:t xml:space="preserve"> </w:t>
    </w:r>
    <w:hyperlink r:id="rId2" w:history="1">
      <w:r w:rsidRPr="00065E7D">
        <w:rPr>
          <w:rStyle w:val="Lienhypertexte"/>
          <w:rFonts w:cstheme="minorHAnsi"/>
          <w:color w:val="auto"/>
          <w:sz w:val="16"/>
          <w:szCs w:val="16"/>
          <w:lang w:val="fr-FR"/>
        </w:rPr>
        <w:t>mairie@juvignac.fr</w:t>
      </w:r>
    </w:hyperlink>
  </w:p>
  <w:p w:rsidR="00414ACA" w:rsidRPr="00065E7D" w:rsidRDefault="00414ACA">
    <w:pPr>
      <w:pStyle w:val="Pieddepage"/>
      <w:rPr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56D" w:rsidRDefault="0013356D">
      <w:r>
        <w:separator/>
      </w:r>
    </w:p>
  </w:footnote>
  <w:footnote w:type="continuationSeparator" w:id="0">
    <w:p w:rsidR="0013356D" w:rsidRDefault="00133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42" w:rsidRDefault="0089704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042" w:rsidRDefault="0089704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CA" w:rsidRDefault="00414ACA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2540</wp:posOffset>
          </wp:positionH>
          <wp:positionV relativeFrom="paragraph">
            <wp:posOffset>158115</wp:posOffset>
          </wp:positionV>
          <wp:extent cx="1763395" cy="802640"/>
          <wp:effectExtent l="0" t="0" r="8255" b="0"/>
          <wp:wrapSquare wrapText="bothSides"/>
          <wp:docPr id="1" name="Image 1" descr="logo lou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ou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412C"/>
    <w:multiLevelType w:val="hybridMultilevel"/>
    <w:tmpl w:val="4E0A4CD4"/>
    <w:lvl w:ilvl="0" w:tplc="636A5362">
      <w:start w:val="11"/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1">
    <w:nsid w:val="24382771"/>
    <w:multiLevelType w:val="multilevel"/>
    <w:tmpl w:val="1930876E"/>
    <w:lvl w:ilvl="0">
      <w:start w:val="16"/>
      <w:numFmt w:val="decimal"/>
      <w:lvlText w:val="%1"/>
      <w:lvlJc w:val="left"/>
      <w:pPr>
        <w:ind w:left="82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2" w:hanging="420"/>
        <w:jc w:val="right"/>
      </w:pPr>
      <w:rPr>
        <w:rFonts w:hint="default"/>
        <w:u w:val="single" w:color="000000"/>
      </w:rPr>
    </w:lvl>
    <w:lvl w:ilvl="2">
      <w:start w:val="1"/>
      <w:numFmt w:val="bullet"/>
      <w:lvlText w:val=""/>
      <w:lvlJc w:val="left"/>
      <w:pPr>
        <w:ind w:left="1046" w:hanging="348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"/>
      <w:lvlJc w:val="left"/>
      <w:pPr>
        <w:ind w:left="1754" w:hanging="336"/>
      </w:pPr>
      <w:rPr>
        <w:rFonts w:ascii="Wingdings" w:eastAsia="Wingdings" w:hAnsi="Wingdings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642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6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0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4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8" w:hanging="336"/>
      </w:pPr>
      <w:rPr>
        <w:rFonts w:hint="default"/>
      </w:rPr>
    </w:lvl>
  </w:abstractNum>
  <w:abstractNum w:abstractNumId="2">
    <w:nsid w:val="402630B1"/>
    <w:multiLevelType w:val="multilevel"/>
    <w:tmpl w:val="17268030"/>
    <w:lvl w:ilvl="0">
      <w:start w:val="3"/>
      <w:numFmt w:val="decimal"/>
      <w:lvlText w:val="%1"/>
      <w:lvlJc w:val="left"/>
      <w:pPr>
        <w:ind w:left="702"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2" w:hanging="300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22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3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4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5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5" w:hanging="300"/>
      </w:pPr>
      <w:rPr>
        <w:rFonts w:hint="default"/>
      </w:rPr>
    </w:lvl>
  </w:abstractNum>
  <w:abstractNum w:abstractNumId="3">
    <w:nsid w:val="51D05AFA"/>
    <w:multiLevelType w:val="multilevel"/>
    <w:tmpl w:val="3FE6C590"/>
    <w:lvl w:ilvl="0">
      <w:start w:val="1"/>
      <w:numFmt w:val="decimal"/>
      <w:lvlText w:val="%1"/>
      <w:lvlJc w:val="left"/>
      <w:pPr>
        <w:ind w:left="76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2" w:hanging="360"/>
      </w:pPr>
      <w:rPr>
        <w:rFonts w:ascii="Times New Roman" w:eastAsia="Times New Roman" w:hAnsi="Times New Roman" w:hint="default"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970" w:hanging="284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ind w:left="970" w:hanging="209"/>
      </w:pPr>
      <w:rPr>
        <w:rFonts w:ascii="Symbol" w:eastAsia="Symbol" w:hAnsi="Symbol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49" w:hanging="2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5" w:hanging="2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1" w:hanging="2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2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209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56D"/>
    <w:rsid w:val="00011939"/>
    <w:rsid w:val="00011EEB"/>
    <w:rsid w:val="00033432"/>
    <w:rsid w:val="00040591"/>
    <w:rsid w:val="0004766D"/>
    <w:rsid w:val="00050064"/>
    <w:rsid w:val="00050966"/>
    <w:rsid w:val="0005168D"/>
    <w:rsid w:val="00065E7D"/>
    <w:rsid w:val="0006795C"/>
    <w:rsid w:val="000710B7"/>
    <w:rsid w:val="000738F9"/>
    <w:rsid w:val="00074A9D"/>
    <w:rsid w:val="000751D6"/>
    <w:rsid w:val="00083855"/>
    <w:rsid w:val="000931BF"/>
    <w:rsid w:val="00096E6A"/>
    <w:rsid w:val="00097171"/>
    <w:rsid w:val="000A535C"/>
    <w:rsid w:val="000B098B"/>
    <w:rsid w:val="000B41B2"/>
    <w:rsid w:val="000C23FD"/>
    <w:rsid w:val="000C2F1B"/>
    <w:rsid w:val="000C5E64"/>
    <w:rsid w:val="000D0D67"/>
    <w:rsid w:val="000D1EE8"/>
    <w:rsid w:val="000D6B5A"/>
    <w:rsid w:val="000E2008"/>
    <w:rsid w:val="000E6290"/>
    <w:rsid w:val="000E7056"/>
    <w:rsid w:val="000F2079"/>
    <w:rsid w:val="000F6D3E"/>
    <w:rsid w:val="00102A30"/>
    <w:rsid w:val="00103BBC"/>
    <w:rsid w:val="0011368A"/>
    <w:rsid w:val="001154DA"/>
    <w:rsid w:val="001214A8"/>
    <w:rsid w:val="00121A2B"/>
    <w:rsid w:val="0012268A"/>
    <w:rsid w:val="00122A0F"/>
    <w:rsid w:val="00125D9B"/>
    <w:rsid w:val="00126782"/>
    <w:rsid w:val="0013356D"/>
    <w:rsid w:val="00135AD5"/>
    <w:rsid w:val="001410F9"/>
    <w:rsid w:val="00143D8D"/>
    <w:rsid w:val="001454E2"/>
    <w:rsid w:val="00147CB9"/>
    <w:rsid w:val="001627DB"/>
    <w:rsid w:val="0016431E"/>
    <w:rsid w:val="001817F4"/>
    <w:rsid w:val="00186C1F"/>
    <w:rsid w:val="00191B47"/>
    <w:rsid w:val="001A02C8"/>
    <w:rsid w:val="001A0898"/>
    <w:rsid w:val="001A4270"/>
    <w:rsid w:val="001A5E5D"/>
    <w:rsid w:val="001C065F"/>
    <w:rsid w:val="001C3FC7"/>
    <w:rsid w:val="001C43E8"/>
    <w:rsid w:val="001C7F90"/>
    <w:rsid w:val="001D1ACD"/>
    <w:rsid w:val="001D2E6A"/>
    <w:rsid w:val="001D3E8D"/>
    <w:rsid w:val="001E2162"/>
    <w:rsid w:val="001E6FDB"/>
    <w:rsid w:val="001F2E7F"/>
    <w:rsid w:val="001F72AF"/>
    <w:rsid w:val="0020119C"/>
    <w:rsid w:val="00201591"/>
    <w:rsid w:val="00203600"/>
    <w:rsid w:val="00207149"/>
    <w:rsid w:val="002126BA"/>
    <w:rsid w:val="00213B09"/>
    <w:rsid w:val="00214888"/>
    <w:rsid w:val="00216CCB"/>
    <w:rsid w:val="00217265"/>
    <w:rsid w:val="00220508"/>
    <w:rsid w:val="002209CD"/>
    <w:rsid w:val="002338A7"/>
    <w:rsid w:val="00234354"/>
    <w:rsid w:val="002411F8"/>
    <w:rsid w:val="00246318"/>
    <w:rsid w:val="002472EB"/>
    <w:rsid w:val="00251CA4"/>
    <w:rsid w:val="00251FB8"/>
    <w:rsid w:val="00257031"/>
    <w:rsid w:val="002613E0"/>
    <w:rsid w:val="00264FE3"/>
    <w:rsid w:val="0026685B"/>
    <w:rsid w:val="00270502"/>
    <w:rsid w:val="002710A1"/>
    <w:rsid w:val="00291E07"/>
    <w:rsid w:val="00295229"/>
    <w:rsid w:val="002955DE"/>
    <w:rsid w:val="002957C7"/>
    <w:rsid w:val="002A3A0B"/>
    <w:rsid w:val="002A6868"/>
    <w:rsid w:val="002A69A8"/>
    <w:rsid w:val="002B409D"/>
    <w:rsid w:val="002B6708"/>
    <w:rsid w:val="002B7931"/>
    <w:rsid w:val="002C116C"/>
    <w:rsid w:val="002C2B38"/>
    <w:rsid w:val="002C3A49"/>
    <w:rsid w:val="002D0308"/>
    <w:rsid w:val="002D4F6A"/>
    <w:rsid w:val="002E1447"/>
    <w:rsid w:val="002E1C92"/>
    <w:rsid w:val="002E603D"/>
    <w:rsid w:val="002F096C"/>
    <w:rsid w:val="002F5BCB"/>
    <w:rsid w:val="002F6C9D"/>
    <w:rsid w:val="0030045C"/>
    <w:rsid w:val="00301607"/>
    <w:rsid w:val="00311791"/>
    <w:rsid w:val="00313529"/>
    <w:rsid w:val="00314CAA"/>
    <w:rsid w:val="00321C1D"/>
    <w:rsid w:val="00322DC0"/>
    <w:rsid w:val="00326F5F"/>
    <w:rsid w:val="00332680"/>
    <w:rsid w:val="00341470"/>
    <w:rsid w:val="00345454"/>
    <w:rsid w:val="003474E6"/>
    <w:rsid w:val="00353D8B"/>
    <w:rsid w:val="0035426D"/>
    <w:rsid w:val="00354F61"/>
    <w:rsid w:val="00357422"/>
    <w:rsid w:val="00363D1D"/>
    <w:rsid w:val="00364996"/>
    <w:rsid w:val="00365D8F"/>
    <w:rsid w:val="00366804"/>
    <w:rsid w:val="0037034A"/>
    <w:rsid w:val="003731D6"/>
    <w:rsid w:val="00380025"/>
    <w:rsid w:val="00387926"/>
    <w:rsid w:val="00390805"/>
    <w:rsid w:val="00394C7F"/>
    <w:rsid w:val="00395113"/>
    <w:rsid w:val="003A0B40"/>
    <w:rsid w:val="003A23F5"/>
    <w:rsid w:val="003A261C"/>
    <w:rsid w:val="003B1DAA"/>
    <w:rsid w:val="003B3158"/>
    <w:rsid w:val="003C1763"/>
    <w:rsid w:val="003C3D95"/>
    <w:rsid w:val="003D2A4D"/>
    <w:rsid w:val="003D46F0"/>
    <w:rsid w:val="003D6148"/>
    <w:rsid w:val="003E12EE"/>
    <w:rsid w:val="003E4303"/>
    <w:rsid w:val="003E608C"/>
    <w:rsid w:val="003E734F"/>
    <w:rsid w:val="003F40EB"/>
    <w:rsid w:val="003F54BF"/>
    <w:rsid w:val="003F5F67"/>
    <w:rsid w:val="003F6946"/>
    <w:rsid w:val="00403095"/>
    <w:rsid w:val="00404DE8"/>
    <w:rsid w:val="00406A6B"/>
    <w:rsid w:val="004121C4"/>
    <w:rsid w:val="00414ACA"/>
    <w:rsid w:val="00424124"/>
    <w:rsid w:val="00424FEA"/>
    <w:rsid w:val="00427706"/>
    <w:rsid w:val="0042789A"/>
    <w:rsid w:val="00435DC5"/>
    <w:rsid w:val="00441A5C"/>
    <w:rsid w:val="00442A44"/>
    <w:rsid w:val="00444902"/>
    <w:rsid w:val="00444909"/>
    <w:rsid w:val="00445D5C"/>
    <w:rsid w:val="0047787F"/>
    <w:rsid w:val="00480B93"/>
    <w:rsid w:val="00485098"/>
    <w:rsid w:val="00487858"/>
    <w:rsid w:val="004904AD"/>
    <w:rsid w:val="004960E0"/>
    <w:rsid w:val="00496874"/>
    <w:rsid w:val="004A03E6"/>
    <w:rsid w:val="004A56CA"/>
    <w:rsid w:val="004B0938"/>
    <w:rsid w:val="004C284B"/>
    <w:rsid w:val="004C3AF6"/>
    <w:rsid w:val="004C3DDA"/>
    <w:rsid w:val="004C3F9E"/>
    <w:rsid w:val="004C4187"/>
    <w:rsid w:val="004D1E8D"/>
    <w:rsid w:val="004D3AC5"/>
    <w:rsid w:val="004D58AC"/>
    <w:rsid w:val="004D5B23"/>
    <w:rsid w:val="004E3518"/>
    <w:rsid w:val="004E425F"/>
    <w:rsid w:val="004E7ABE"/>
    <w:rsid w:val="004F2FAE"/>
    <w:rsid w:val="004F6D9E"/>
    <w:rsid w:val="004F7D3F"/>
    <w:rsid w:val="00502E9B"/>
    <w:rsid w:val="005036F9"/>
    <w:rsid w:val="00503F6E"/>
    <w:rsid w:val="00512D4E"/>
    <w:rsid w:val="0051665B"/>
    <w:rsid w:val="005214E3"/>
    <w:rsid w:val="00525C49"/>
    <w:rsid w:val="005279D5"/>
    <w:rsid w:val="00533350"/>
    <w:rsid w:val="005353BF"/>
    <w:rsid w:val="005364EE"/>
    <w:rsid w:val="005404CB"/>
    <w:rsid w:val="005422F0"/>
    <w:rsid w:val="005438F8"/>
    <w:rsid w:val="0054546C"/>
    <w:rsid w:val="0054634A"/>
    <w:rsid w:val="00547B8A"/>
    <w:rsid w:val="00547B91"/>
    <w:rsid w:val="005519CA"/>
    <w:rsid w:val="005565B7"/>
    <w:rsid w:val="00561966"/>
    <w:rsid w:val="0056418B"/>
    <w:rsid w:val="00564B8D"/>
    <w:rsid w:val="00570630"/>
    <w:rsid w:val="0057591B"/>
    <w:rsid w:val="00576016"/>
    <w:rsid w:val="00577266"/>
    <w:rsid w:val="005846ED"/>
    <w:rsid w:val="00584D64"/>
    <w:rsid w:val="00587CBE"/>
    <w:rsid w:val="00592D07"/>
    <w:rsid w:val="005951B5"/>
    <w:rsid w:val="005A1E47"/>
    <w:rsid w:val="005A2E64"/>
    <w:rsid w:val="005A52BC"/>
    <w:rsid w:val="005A5D98"/>
    <w:rsid w:val="005A7C9A"/>
    <w:rsid w:val="005B490C"/>
    <w:rsid w:val="005C361F"/>
    <w:rsid w:val="005D0534"/>
    <w:rsid w:val="005D1AD7"/>
    <w:rsid w:val="005D4F00"/>
    <w:rsid w:val="005E2EF6"/>
    <w:rsid w:val="005E7354"/>
    <w:rsid w:val="005F32A5"/>
    <w:rsid w:val="005F484F"/>
    <w:rsid w:val="005F5CF9"/>
    <w:rsid w:val="005F5D52"/>
    <w:rsid w:val="005F7DD1"/>
    <w:rsid w:val="005F7E9E"/>
    <w:rsid w:val="006030A1"/>
    <w:rsid w:val="006138D2"/>
    <w:rsid w:val="00623ABC"/>
    <w:rsid w:val="006242B7"/>
    <w:rsid w:val="006314B6"/>
    <w:rsid w:val="006423B4"/>
    <w:rsid w:val="00646A3E"/>
    <w:rsid w:val="00653C3F"/>
    <w:rsid w:val="00654D17"/>
    <w:rsid w:val="00655797"/>
    <w:rsid w:val="006600BF"/>
    <w:rsid w:val="00661934"/>
    <w:rsid w:val="0066235F"/>
    <w:rsid w:val="00673DB0"/>
    <w:rsid w:val="006841EF"/>
    <w:rsid w:val="00686216"/>
    <w:rsid w:val="006A4B69"/>
    <w:rsid w:val="006A57FB"/>
    <w:rsid w:val="006A59FB"/>
    <w:rsid w:val="006A5BB6"/>
    <w:rsid w:val="006A5CEF"/>
    <w:rsid w:val="006A6670"/>
    <w:rsid w:val="006B65C6"/>
    <w:rsid w:val="006B787C"/>
    <w:rsid w:val="006B7FB0"/>
    <w:rsid w:val="006C0C11"/>
    <w:rsid w:val="006C15DE"/>
    <w:rsid w:val="006C311C"/>
    <w:rsid w:val="006C6D0F"/>
    <w:rsid w:val="006C6EA0"/>
    <w:rsid w:val="006D341C"/>
    <w:rsid w:val="006D57F5"/>
    <w:rsid w:val="006D7BDC"/>
    <w:rsid w:val="006E1034"/>
    <w:rsid w:val="007013B0"/>
    <w:rsid w:val="00702746"/>
    <w:rsid w:val="00707350"/>
    <w:rsid w:val="007112B0"/>
    <w:rsid w:val="00717909"/>
    <w:rsid w:val="00722E11"/>
    <w:rsid w:val="007235BF"/>
    <w:rsid w:val="00723B46"/>
    <w:rsid w:val="007241A2"/>
    <w:rsid w:val="00733CE5"/>
    <w:rsid w:val="007341AA"/>
    <w:rsid w:val="00741A50"/>
    <w:rsid w:val="00741C2E"/>
    <w:rsid w:val="0075399C"/>
    <w:rsid w:val="00755A39"/>
    <w:rsid w:val="00772677"/>
    <w:rsid w:val="00776929"/>
    <w:rsid w:val="00777BC9"/>
    <w:rsid w:val="00787529"/>
    <w:rsid w:val="00792C28"/>
    <w:rsid w:val="007937DE"/>
    <w:rsid w:val="0079520A"/>
    <w:rsid w:val="007A26B4"/>
    <w:rsid w:val="007A293A"/>
    <w:rsid w:val="007A456F"/>
    <w:rsid w:val="007A767F"/>
    <w:rsid w:val="007B18E0"/>
    <w:rsid w:val="007C69B2"/>
    <w:rsid w:val="007C7B2F"/>
    <w:rsid w:val="007D790E"/>
    <w:rsid w:val="007E71FA"/>
    <w:rsid w:val="007F2A76"/>
    <w:rsid w:val="007F43AE"/>
    <w:rsid w:val="007F648D"/>
    <w:rsid w:val="00811EA1"/>
    <w:rsid w:val="00812452"/>
    <w:rsid w:val="00821847"/>
    <w:rsid w:val="0082253B"/>
    <w:rsid w:val="0082680A"/>
    <w:rsid w:val="00827A0E"/>
    <w:rsid w:val="00830663"/>
    <w:rsid w:val="008509E8"/>
    <w:rsid w:val="0085299B"/>
    <w:rsid w:val="008553A5"/>
    <w:rsid w:val="00864258"/>
    <w:rsid w:val="00870F55"/>
    <w:rsid w:val="008741EB"/>
    <w:rsid w:val="0088001C"/>
    <w:rsid w:val="00880A6D"/>
    <w:rsid w:val="00883EEB"/>
    <w:rsid w:val="00884E94"/>
    <w:rsid w:val="00896527"/>
    <w:rsid w:val="00897042"/>
    <w:rsid w:val="00897476"/>
    <w:rsid w:val="008A08B9"/>
    <w:rsid w:val="008B1ACF"/>
    <w:rsid w:val="008B38FA"/>
    <w:rsid w:val="008B3CC2"/>
    <w:rsid w:val="008B3CCF"/>
    <w:rsid w:val="008B52F6"/>
    <w:rsid w:val="008C75B4"/>
    <w:rsid w:val="008D784D"/>
    <w:rsid w:val="008F0861"/>
    <w:rsid w:val="008F3EC2"/>
    <w:rsid w:val="008F6863"/>
    <w:rsid w:val="00905C0F"/>
    <w:rsid w:val="0091082F"/>
    <w:rsid w:val="00910AD4"/>
    <w:rsid w:val="00912843"/>
    <w:rsid w:val="009227A5"/>
    <w:rsid w:val="00923023"/>
    <w:rsid w:val="009243D5"/>
    <w:rsid w:val="0093559A"/>
    <w:rsid w:val="00945B48"/>
    <w:rsid w:val="009532FE"/>
    <w:rsid w:val="00956B0C"/>
    <w:rsid w:val="009574E5"/>
    <w:rsid w:val="0096021D"/>
    <w:rsid w:val="00960231"/>
    <w:rsid w:val="00960292"/>
    <w:rsid w:val="00960823"/>
    <w:rsid w:val="009621F0"/>
    <w:rsid w:val="00962200"/>
    <w:rsid w:val="009630B0"/>
    <w:rsid w:val="009635F2"/>
    <w:rsid w:val="00963B6E"/>
    <w:rsid w:val="00965258"/>
    <w:rsid w:val="009657D7"/>
    <w:rsid w:val="009728F6"/>
    <w:rsid w:val="00972BF6"/>
    <w:rsid w:val="00973EA0"/>
    <w:rsid w:val="009751E8"/>
    <w:rsid w:val="00977350"/>
    <w:rsid w:val="009801BF"/>
    <w:rsid w:val="00980392"/>
    <w:rsid w:val="00982898"/>
    <w:rsid w:val="00990C8D"/>
    <w:rsid w:val="00996CB0"/>
    <w:rsid w:val="009A66F2"/>
    <w:rsid w:val="009B00B4"/>
    <w:rsid w:val="009B618C"/>
    <w:rsid w:val="009C2852"/>
    <w:rsid w:val="009D27D7"/>
    <w:rsid w:val="009D7D4B"/>
    <w:rsid w:val="009E0B84"/>
    <w:rsid w:val="009F1530"/>
    <w:rsid w:val="009F6CF1"/>
    <w:rsid w:val="009F7EC4"/>
    <w:rsid w:val="00A01A1E"/>
    <w:rsid w:val="00A07767"/>
    <w:rsid w:val="00A11CC1"/>
    <w:rsid w:val="00A20642"/>
    <w:rsid w:val="00A230E5"/>
    <w:rsid w:val="00A25881"/>
    <w:rsid w:val="00A26091"/>
    <w:rsid w:val="00A43526"/>
    <w:rsid w:val="00A44310"/>
    <w:rsid w:val="00A520B3"/>
    <w:rsid w:val="00A606ED"/>
    <w:rsid w:val="00A6412F"/>
    <w:rsid w:val="00A64277"/>
    <w:rsid w:val="00A649AC"/>
    <w:rsid w:val="00A73F02"/>
    <w:rsid w:val="00A80112"/>
    <w:rsid w:val="00A816D9"/>
    <w:rsid w:val="00A84FCE"/>
    <w:rsid w:val="00A865FB"/>
    <w:rsid w:val="00A914BA"/>
    <w:rsid w:val="00AA496F"/>
    <w:rsid w:val="00AA4EB3"/>
    <w:rsid w:val="00AB3F75"/>
    <w:rsid w:val="00AC63F7"/>
    <w:rsid w:val="00AD0175"/>
    <w:rsid w:val="00AD0418"/>
    <w:rsid w:val="00AD149A"/>
    <w:rsid w:val="00AD2A48"/>
    <w:rsid w:val="00AD4AA6"/>
    <w:rsid w:val="00AD64CE"/>
    <w:rsid w:val="00AD7B0F"/>
    <w:rsid w:val="00AF100E"/>
    <w:rsid w:val="00AF783A"/>
    <w:rsid w:val="00B04327"/>
    <w:rsid w:val="00B052F2"/>
    <w:rsid w:val="00B06312"/>
    <w:rsid w:val="00B06360"/>
    <w:rsid w:val="00B06C25"/>
    <w:rsid w:val="00B07356"/>
    <w:rsid w:val="00B11B21"/>
    <w:rsid w:val="00B12F00"/>
    <w:rsid w:val="00B157E5"/>
    <w:rsid w:val="00B2597C"/>
    <w:rsid w:val="00B300E5"/>
    <w:rsid w:val="00B32429"/>
    <w:rsid w:val="00B32D08"/>
    <w:rsid w:val="00B36F64"/>
    <w:rsid w:val="00B502FC"/>
    <w:rsid w:val="00B57B5B"/>
    <w:rsid w:val="00B57CDB"/>
    <w:rsid w:val="00B60531"/>
    <w:rsid w:val="00B61562"/>
    <w:rsid w:val="00B64125"/>
    <w:rsid w:val="00B66854"/>
    <w:rsid w:val="00B72EBA"/>
    <w:rsid w:val="00B73500"/>
    <w:rsid w:val="00B946D8"/>
    <w:rsid w:val="00BA3A26"/>
    <w:rsid w:val="00BA57C3"/>
    <w:rsid w:val="00BB0155"/>
    <w:rsid w:val="00BB4EAE"/>
    <w:rsid w:val="00BB75DC"/>
    <w:rsid w:val="00BC3C4B"/>
    <w:rsid w:val="00BC514A"/>
    <w:rsid w:val="00BC6BF6"/>
    <w:rsid w:val="00BD0522"/>
    <w:rsid w:val="00BD0FBB"/>
    <w:rsid w:val="00BD4185"/>
    <w:rsid w:val="00BE1AB0"/>
    <w:rsid w:val="00BE34BA"/>
    <w:rsid w:val="00BE5EED"/>
    <w:rsid w:val="00BE6EB9"/>
    <w:rsid w:val="00BF06B3"/>
    <w:rsid w:val="00BF08FA"/>
    <w:rsid w:val="00BF4F2D"/>
    <w:rsid w:val="00BF728F"/>
    <w:rsid w:val="00C02F35"/>
    <w:rsid w:val="00C02FBA"/>
    <w:rsid w:val="00C06F99"/>
    <w:rsid w:val="00C10886"/>
    <w:rsid w:val="00C3262F"/>
    <w:rsid w:val="00C32C0C"/>
    <w:rsid w:val="00C36291"/>
    <w:rsid w:val="00C36F28"/>
    <w:rsid w:val="00C37296"/>
    <w:rsid w:val="00C46751"/>
    <w:rsid w:val="00C525C2"/>
    <w:rsid w:val="00C54EDD"/>
    <w:rsid w:val="00C56191"/>
    <w:rsid w:val="00C62A9B"/>
    <w:rsid w:val="00C64136"/>
    <w:rsid w:val="00C76FDE"/>
    <w:rsid w:val="00C77212"/>
    <w:rsid w:val="00C77D80"/>
    <w:rsid w:val="00C81A57"/>
    <w:rsid w:val="00C85D0C"/>
    <w:rsid w:val="00C9261F"/>
    <w:rsid w:val="00C935D2"/>
    <w:rsid w:val="00C94804"/>
    <w:rsid w:val="00CA4EE6"/>
    <w:rsid w:val="00CA528C"/>
    <w:rsid w:val="00CB0302"/>
    <w:rsid w:val="00CB2E28"/>
    <w:rsid w:val="00CB58EC"/>
    <w:rsid w:val="00CB5F68"/>
    <w:rsid w:val="00CC03D3"/>
    <w:rsid w:val="00CC11FE"/>
    <w:rsid w:val="00CC4926"/>
    <w:rsid w:val="00CD2965"/>
    <w:rsid w:val="00CD4CB4"/>
    <w:rsid w:val="00CE411D"/>
    <w:rsid w:val="00CE421F"/>
    <w:rsid w:val="00CF1533"/>
    <w:rsid w:val="00CF26D5"/>
    <w:rsid w:val="00CF58B1"/>
    <w:rsid w:val="00CF59D2"/>
    <w:rsid w:val="00D022F5"/>
    <w:rsid w:val="00D102F5"/>
    <w:rsid w:val="00D12AD5"/>
    <w:rsid w:val="00D1324E"/>
    <w:rsid w:val="00D3001F"/>
    <w:rsid w:val="00D302DC"/>
    <w:rsid w:val="00D30A1B"/>
    <w:rsid w:val="00D34189"/>
    <w:rsid w:val="00D36CA1"/>
    <w:rsid w:val="00D41459"/>
    <w:rsid w:val="00D43777"/>
    <w:rsid w:val="00D45AF3"/>
    <w:rsid w:val="00D46D44"/>
    <w:rsid w:val="00D54BF0"/>
    <w:rsid w:val="00D570E4"/>
    <w:rsid w:val="00D6051C"/>
    <w:rsid w:val="00D607A8"/>
    <w:rsid w:val="00D6197C"/>
    <w:rsid w:val="00D67C95"/>
    <w:rsid w:val="00D7381E"/>
    <w:rsid w:val="00D7714A"/>
    <w:rsid w:val="00D81B48"/>
    <w:rsid w:val="00D837CB"/>
    <w:rsid w:val="00DA6C09"/>
    <w:rsid w:val="00DA7AFA"/>
    <w:rsid w:val="00DB4FDB"/>
    <w:rsid w:val="00DB7F5B"/>
    <w:rsid w:val="00DC195D"/>
    <w:rsid w:val="00DC56DB"/>
    <w:rsid w:val="00DC5A3E"/>
    <w:rsid w:val="00DC5C1F"/>
    <w:rsid w:val="00DC746D"/>
    <w:rsid w:val="00DD18EC"/>
    <w:rsid w:val="00DD4996"/>
    <w:rsid w:val="00DD5FD0"/>
    <w:rsid w:val="00DE6199"/>
    <w:rsid w:val="00DE664A"/>
    <w:rsid w:val="00DF06EB"/>
    <w:rsid w:val="00DF1FE0"/>
    <w:rsid w:val="00E039FA"/>
    <w:rsid w:val="00E058B1"/>
    <w:rsid w:val="00E07C2F"/>
    <w:rsid w:val="00E1330A"/>
    <w:rsid w:val="00E16AD0"/>
    <w:rsid w:val="00E1727A"/>
    <w:rsid w:val="00E17823"/>
    <w:rsid w:val="00E20F52"/>
    <w:rsid w:val="00E223F0"/>
    <w:rsid w:val="00E2303C"/>
    <w:rsid w:val="00E25FE6"/>
    <w:rsid w:val="00E27ABB"/>
    <w:rsid w:val="00E27F3F"/>
    <w:rsid w:val="00E31874"/>
    <w:rsid w:val="00E32EE5"/>
    <w:rsid w:val="00E37289"/>
    <w:rsid w:val="00E40099"/>
    <w:rsid w:val="00E43311"/>
    <w:rsid w:val="00E5084E"/>
    <w:rsid w:val="00E53EA7"/>
    <w:rsid w:val="00E558E2"/>
    <w:rsid w:val="00E644E6"/>
    <w:rsid w:val="00E66DA8"/>
    <w:rsid w:val="00E7103E"/>
    <w:rsid w:val="00E737D2"/>
    <w:rsid w:val="00E74AD0"/>
    <w:rsid w:val="00E757D6"/>
    <w:rsid w:val="00E7662B"/>
    <w:rsid w:val="00E81F47"/>
    <w:rsid w:val="00E84762"/>
    <w:rsid w:val="00E84BE8"/>
    <w:rsid w:val="00E85E39"/>
    <w:rsid w:val="00E867A4"/>
    <w:rsid w:val="00E907CF"/>
    <w:rsid w:val="00E90B43"/>
    <w:rsid w:val="00E917EF"/>
    <w:rsid w:val="00E9388B"/>
    <w:rsid w:val="00E94384"/>
    <w:rsid w:val="00EA0A70"/>
    <w:rsid w:val="00EA18EB"/>
    <w:rsid w:val="00EA5ECB"/>
    <w:rsid w:val="00EB1013"/>
    <w:rsid w:val="00EB539C"/>
    <w:rsid w:val="00EB55A6"/>
    <w:rsid w:val="00EC16E8"/>
    <w:rsid w:val="00EC331A"/>
    <w:rsid w:val="00EC79DD"/>
    <w:rsid w:val="00ED103B"/>
    <w:rsid w:val="00ED401C"/>
    <w:rsid w:val="00ED6D8B"/>
    <w:rsid w:val="00ED73FF"/>
    <w:rsid w:val="00EE60E3"/>
    <w:rsid w:val="00EE7538"/>
    <w:rsid w:val="00EF3927"/>
    <w:rsid w:val="00EF5064"/>
    <w:rsid w:val="00EF60FE"/>
    <w:rsid w:val="00F01A79"/>
    <w:rsid w:val="00F01D40"/>
    <w:rsid w:val="00F13E00"/>
    <w:rsid w:val="00F2117F"/>
    <w:rsid w:val="00F2272F"/>
    <w:rsid w:val="00F357DE"/>
    <w:rsid w:val="00F370D5"/>
    <w:rsid w:val="00F375F8"/>
    <w:rsid w:val="00F50386"/>
    <w:rsid w:val="00F51709"/>
    <w:rsid w:val="00F51CDE"/>
    <w:rsid w:val="00F51CE6"/>
    <w:rsid w:val="00F57348"/>
    <w:rsid w:val="00F60CFE"/>
    <w:rsid w:val="00F61B9B"/>
    <w:rsid w:val="00F63B53"/>
    <w:rsid w:val="00F775E2"/>
    <w:rsid w:val="00F8091B"/>
    <w:rsid w:val="00F87117"/>
    <w:rsid w:val="00F9080A"/>
    <w:rsid w:val="00F928DF"/>
    <w:rsid w:val="00F93664"/>
    <w:rsid w:val="00F94A20"/>
    <w:rsid w:val="00FA2AFD"/>
    <w:rsid w:val="00FA4F77"/>
    <w:rsid w:val="00FA52CA"/>
    <w:rsid w:val="00FA7366"/>
    <w:rsid w:val="00FB3A89"/>
    <w:rsid w:val="00FB55B0"/>
    <w:rsid w:val="00FB7A28"/>
    <w:rsid w:val="00FC6156"/>
    <w:rsid w:val="00FC6991"/>
    <w:rsid w:val="00FD1D7D"/>
    <w:rsid w:val="00FD2CEE"/>
    <w:rsid w:val="00FD6098"/>
    <w:rsid w:val="00FD70AC"/>
    <w:rsid w:val="00FE55E3"/>
    <w:rsid w:val="00FE5ED1"/>
    <w:rsid w:val="00FE6968"/>
    <w:rsid w:val="00FE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13356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itre2">
    <w:name w:val="heading 2"/>
    <w:basedOn w:val="Normal"/>
    <w:link w:val="Titre2Car"/>
    <w:uiPriority w:val="1"/>
    <w:qFormat/>
    <w:rsid w:val="0013356D"/>
    <w:pPr>
      <w:ind w:left="191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1335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1335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link w:val="Titre5Car"/>
    <w:uiPriority w:val="1"/>
    <w:qFormat/>
    <w:rsid w:val="0013356D"/>
    <w:pPr>
      <w:ind w:left="3476"/>
      <w:outlineLvl w:val="4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87C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87CB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3D4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D4AA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E20F52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E20F52"/>
    <w:rPr>
      <w:color w:val="808080"/>
    </w:rPr>
  </w:style>
  <w:style w:type="character" w:customStyle="1" w:styleId="Titre2Car">
    <w:name w:val="Titre 2 Car"/>
    <w:basedOn w:val="Policepardfaut"/>
    <w:link w:val="Titre2"/>
    <w:uiPriority w:val="1"/>
    <w:rsid w:val="0013356D"/>
    <w:rPr>
      <w:rFonts w:cstheme="minorBidi"/>
      <w:b/>
      <w:bCs/>
      <w:sz w:val="28"/>
      <w:szCs w:val="28"/>
      <w:lang w:val="en-US" w:eastAsia="en-US"/>
    </w:rPr>
  </w:style>
  <w:style w:type="character" w:customStyle="1" w:styleId="Titre5Car">
    <w:name w:val="Titre 5 Car"/>
    <w:basedOn w:val="Policepardfaut"/>
    <w:link w:val="Titre5"/>
    <w:uiPriority w:val="1"/>
    <w:rsid w:val="0013356D"/>
    <w:rPr>
      <w:rFonts w:cstheme="minorBidi"/>
      <w:b/>
      <w:bCs/>
      <w:sz w:val="22"/>
      <w:szCs w:val="22"/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13356D"/>
    <w:pPr>
      <w:ind w:left="118"/>
    </w:pPr>
    <w:rPr>
      <w:rFonts w:ascii="Times New Roman" w:eastAsia="Times New Roman" w:hAnsi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13356D"/>
    <w:rPr>
      <w:rFonts w:cstheme="minorBidi"/>
      <w:sz w:val="22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rsid w:val="001335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Titre3Car">
    <w:name w:val="Titre 3 Car"/>
    <w:basedOn w:val="Policepardfaut"/>
    <w:link w:val="Titre3"/>
    <w:rsid w:val="0013356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F61B9B"/>
    <w:rPr>
      <w:sz w:val="16"/>
      <w:szCs w:val="16"/>
    </w:rPr>
  </w:style>
  <w:style w:type="paragraph" w:styleId="Commentaire">
    <w:name w:val="annotation text"/>
    <w:basedOn w:val="Normal"/>
    <w:link w:val="CommentaireCar"/>
    <w:rsid w:val="00F61B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61B9B"/>
    <w:rPr>
      <w:rFonts w:asciiTheme="minorHAnsi" w:eastAsiaTheme="minorHAnsi" w:hAnsiTheme="minorHAnsi" w:cstheme="minorBidi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F61B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61B9B"/>
    <w:rPr>
      <w:rFonts w:asciiTheme="minorHAnsi" w:eastAsiaTheme="minorHAnsi" w:hAnsiTheme="minorHAnsi" w:cstheme="minorBidi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13356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itre2">
    <w:name w:val="heading 2"/>
    <w:basedOn w:val="Normal"/>
    <w:link w:val="Titre2Car"/>
    <w:uiPriority w:val="1"/>
    <w:qFormat/>
    <w:rsid w:val="0013356D"/>
    <w:pPr>
      <w:ind w:left="191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1335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1335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link w:val="Titre5Car"/>
    <w:uiPriority w:val="1"/>
    <w:qFormat/>
    <w:rsid w:val="0013356D"/>
    <w:pPr>
      <w:ind w:left="3476"/>
      <w:outlineLvl w:val="4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87C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87CB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3D4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D4AA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E20F52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E20F52"/>
    <w:rPr>
      <w:color w:val="808080"/>
    </w:rPr>
  </w:style>
  <w:style w:type="character" w:customStyle="1" w:styleId="Titre2Car">
    <w:name w:val="Titre 2 Car"/>
    <w:basedOn w:val="Policepardfaut"/>
    <w:link w:val="Titre2"/>
    <w:uiPriority w:val="1"/>
    <w:rsid w:val="0013356D"/>
    <w:rPr>
      <w:rFonts w:cstheme="minorBidi"/>
      <w:b/>
      <w:bCs/>
      <w:sz w:val="28"/>
      <w:szCs w:val="28"/>
      <w:lang w:val="en-US" w:eastAsia="en-US"/>
    </w:rPr>
  </w:style>
  <w:style w:type="character" w:customStyle="1" w:styleId="Titre5Car">
    <w:name w:val="Titre 5 Car"/>
    <w:basedOn w:val="Policepardfaut"/>
    <w:link w:val="Titre5"/>
    <w:uiPriority w:val="1"/>
    <w:rsid w:val="0013356D"/>
    <w:rPr>
      <w:rFonts w:cstheme="minorBidi"/>
      <w:b/>
      <w:bCs/>
      <w:sz w:val="22"/>
      <w:szCs w:val="22"/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13356D"/>
    <w:pPr>
      <w:ind w:left="118"/>
    </w:pPr>
    <w:rPr>
      <w:rFonts w:ascii="Times New Roman" w:eastAsia="Times New Roman" w:hAnsi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13356D"/>
    <w:rPr>
      <w:rFonts w:cstheme="minorBidi"/>
      <w:sz w:val="22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rsid w:val="0013356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Titre3Car">
    <w:name w:val="Titre 3 Car"/>
    <w:basedOn w:val="Policepardfaut"/>
    <w:link w:val="Titre3"/>
    <w:rsid w:val="0013356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F61B9B"/>
    <w:rPr>
      <w:sz w:val="16"/>
      <w:szCs w:val="16"/>
    </w:rPr>
  </w:style>
  <w:style w:type="paragraph" w:styleId="Commentaire">
    <w:name w:val="annotation text"/>
    <w:basedOn w:val="Normal"/>
    <w:link w:val="CommentaireCar"/>
    <w:rsid w:val="00F61B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61B9B"/>
    <w:rPr>
      <w:rFonts w:asciiTheme="minorHAnsi" w:eastAsiaTheme="minorHAnsi" w:hAnsiTheme="minorHAnsi" w:cstheme="minorBidi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F61B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61B9B"/>
    <w:rPr>
      <w:rFonts w:asciiTheme="minorHAnsi" w:eastAsiaTheme="minorHAnsi" w:hAnsiTheme="minorHAnsi" w:cstheme="minorBid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mairie@juvignac.fr" TargetMode="External"/><Relationship Id="rId1" Type="http://schemas.openxmlformats.org/officeDocument/2006/relationships/hyperlink" Target="http://www.juvignac.f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Administration%20g&#233;n&#233;rale\Mod&#232;les%20Word\COURRIER%20MODELE%20201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6BCB-56DD-4825-BF65-B99BEEDD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COURRIER MODELE 2014</Template>
  <TotalTime>6</TotalTime>
  <Pages>4</Pages>
  <Words>871</Words>
  <Characters>4792</Characters>
  <Application>Microsoft Office Word</Application>
  <DocSecurity>4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Nom Prénom</vt:lpstr>
    </vt:vector>
  </TitlesOfParts>
  <Company>Ville de Juvignac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Nom Prénom</dc:title>
  <dc:creator>Marie-Christine Soprano</dc:creator>
  <cp:lastModifiedBy>Marie-Christine Soprano</cp:lastModifiedBy>
  <cp:revision>2</cp:revision>
  <cp:lastPrinted>2014-09-16T12:04:00Z</cp:lastPrinted>
  <dcterms:created xsi:type="dcterms:W3CDTF">2015-09-18T11:43:00Z</dcterms:created>
  <dcterms:modified xsi:type="dcterms:W3CDTF">2015-09-18T11:43:00Z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vilité">
    <vt:lpwstr>Monsieur</vt:lpwstr>
  </property>
  <property fmtid="{D5CDD505-2E9C-101B-9397-08002B2CF9AE}" pid="3" name="Nom">
    <vt:lpwstr>Nom</vt:lpwstr>
  </property>
  <property fmtid="{D5CDD505-2E9C-101B-9397-08002B2CF9AE}" pid="4" name="Prénom">
    <vt:lpwstr>Prénom</vt:lpwstr>
  </property>
  <property fmtid="{D5CDD505-2E9C-101B-9397-08002B2CF9AE}" pid="5" name="Adresse1">
    <vt:lpwstr>Adresse1</vt:lpwstr>
  </property>
  <property fmtid="{D5CDD505-2E9C-101B-9397-08002B2CF9AE}" pid="6" name="Adresse2">
    <vt:lpwstr>Adresse2</vt:lpwstr>
  </property>
  <property fmtid="{D5CDD505-2E9C-101B-9397-08002B2CF9AE}" pid="7" name="CP">
    <vt:lpwstr>34990</vt:lpwstr>
  </property>
  <property fmtid="{D5CDD505-2E9C-101B-9397-08002B2CF9AE}" pid="8" name="Ville">
    <vt:lpwstr>JUVIGNAC</vt:lpwstr>
  </property>
  <property fmtid="{D5CDD505-2E9C-101B-9397-08002B2CF9AE}" pid="9" name="Ref">
    <vt:lpwstr>Ref</vt:lpwstr>
  </property>
  <property fmtid="{D5CDD505-2E9C-101B-9397-08002B2CF9AE}" pid="10" name="Objet">
    <vt:lpwstr>Objet</vt:lpwstr>
  </property>
  <property fmtid="{D5CDD505-2E9C-101B-9397-08002B2CF9AE}" pid="11" name="Affaire">
    <vt:lpwstr>Affaire</vt:lpwstr>
  </property>
  <property fmtid="{D5CDD505-2E9C-101B-9397-08002B2CF9AE}" pid="12" name="Date">
    <vt:lpwstr>Date</vt:lpwstr>
  </property>
  <property fmtid="{D5CDD505-2E9C-101B-9397-08002B2CF9AE}" pid="13" name="Titre">
    <vt:lpwstr>Maire de JUVIGNAC</vt:lpwstr>
  </property>
  <property fmtid="{D5CDD505-2E9C-101B-9397-08002B2CF9AE}" pid="14" name="Auteur">
    <vt:lpwstr>Danièle ANTOINE-SANTONJA</vt:lpwstr>
  </property>
</Properties>
</file>